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533FB" w:rsidRDefault="001533FB" w:rsidP="00E06AF5">
      <w:pPr>
        <w:pStyle w:val="Default"/>
        <w:jc w:val="center"/>
        <w:rPr>
          <w:bCs/>
          <w:i/>
          <w:color w:val="FF0000"/>
          <w:sz w:val="28"/>
          <w:szCs w:val="28"/>
        </w:rPr>
      </w:pPr>
      <w:bookmarkStart w:id="0" w:name="_GoBack"/>
      <w:bookmarkEnd w:id="0"/>
      <w:r>
        <w:rPr>
          <w:bCs/>
          <w:i/>
          <w:color w:val="FF0000"/>
          <w:sz w:val="28"/>
          <w:szCs w:val="28"/>
        </w:rPr>
        <w:t>L</w:t>
      </w:r>
      <w:r w:rsidR="00E06AF5">
        <w:rPr>
          <w:bCs/>
          <w:i/>
          <w:color w:val="FF0000"/>
          <w:sz w:val="28"/>
          <w:szCs w:val="28"/>
        </w:rPr>
        <w:t>etters must be on company letterhead</w:t>
      </w:r>
    </w:p>
    <w:p w:rsidR="00E06AF5" w:rsidRDefault="00E06AF5" w:rsidP="00E06AF5">
      <w:pPr>
        <w:pStyle w:val="Default"/>
        <w:jc w:val="center"/>
        <w:rPr>
          <w:bCs/>
          <w:i/>
          <w:color w:val="FF0000"/>
          <w:sz w:val="28"/>
          <w:szCs w:val="28"/>
        </w:rPr>
      </w:pPr>
      <w:r>
        <w:rPr>
          <w:bCs/>
          <w:i/>
          <w:color w:val="FF0000"/>
          <w:sz w:val="28"/>
          <w:szCs w:val="28"/>
        </w:rPr>
        <w:t xml:space="preserve"> and/or include below, with </w:t>
      </w:r>
      <w:r w:rsidR="002A7FBB">
        <w:rPr>
          <w:bCs/>
          <w:i/>
          <w:color w:val="FF0000"/>
          <w:sz w:val="28"/>
          <w:szCs w:val="28"/>
        </w:rPr>
        <w:t xml:space="preserve">a </w:t>
      </w:r>
      <w:r>
        <w:rPr>
          <w:bCs/>
          <w:i/>
          <w:color w:val="FF0000"/>
          <w:sz w:val="28"/>
          <w:szCs w:val="28"/>
        </w:rPr>
        <w:t>current date &amp; be signed</w:t>
      </w:r>
    </w:p>
    <w:p w:rsidR="00E06AF5" w:rsidRDefault="00E06AF5" w:rsidP="00E06AF5">
      <w:pPr>
        <w:pStyle w:val="Default"/>
        <w:jc w:val="center"/>
        <w:rPr>
          <w:sz w:val="28"/>
          <w:szCs w:val="28"/>
        </w:rPr>
      </w:pPr>
    </w:p>
    <w:p w:rsidR="00E06AF5" w:rsidRDefault="00E06AF5" w:rsidP="00E06AF5">
      <w:pPr>
        <w:pStyle w:val="Default"/>
        <w:spacing w:before="60"/>
        <w:jc w:val="center"/>
        <w:rPr>
          <w:rFonts w:ascii="Century Schoolbook" w:hAnsi="Century Schoolbook"/>
          <w:b/>
          <w:bCs/>
          <w:i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  <w:r>
        <w:rPr>
          <w:rFonts w:ascii="Century Schoolbook" w:hAnsi="Century Schoolbook"/>
          <w:b/>
          <w:bCs/>
          <w:i/>
          <w:sz w:val="28"/>
          <w:szCs w:val="28"/>
        </w:rPr>
        <w:t>Company Name</w:t>
      </w:r>
    </w:p>
    <w:p w:rsidR="00E06AF5" w:rsidRDefault="00E06AF5" w:rsidP="00E06AF5">
      <w:pPr>
        <w:pStyle w:val="Default"/>
        <w:spacing w:before="60"/>
        <w:jc w:val="center"/>
        <w:rPr>
          <w:rFonts w:ascii="Century Schoolbook" w:hAnsi="Century Schoolbook"/>
          <w:b/>
          <w:bCs/>
          <w:i/>
          <w:sz w:val="28"/>
          <w:szCs w:val="28"/>
        </w:rPr>
      </w:pPr>
      <w:r>
        <w:rPr>
          <w:rFonts w:ascii="Century Schoolbook" w:hAnsi="Century Schoolbook"/>
          <w:b/>
          <w:bCs/>
          <w:i/>
          <w:sz w:val="28"/>
          <w:szCs w:val="28"/>
        </w:rPr>
        <w:t>Address  + contact phone</w:t>
      </w:r>
    </w:p>
    <w:p w:rsidR="00E06AF5" w:rsidRDefault="00E06AF5" w:rsidP="00E06AF5">
      <w:pPr>
        <w:pStyle w:val="Default"/>
        <w:spacing w:before="60"/>
        <w:jc w:val="center"/>
        <w:rPr>
          <w:rFonts w:ascii="Century Schoolbook" w:hAnsi="Century Schoolbook"/>
          <w:b/>
          <w:bCs/>
          <w:i/>
          <w:sz w:val="28"/>
          <w:szCs w:val="28"/>
        </w:rPr>
      </w:pPr>
      <w:r>
        <w:rPr>
          <w:rFonts w:ascii="Century Schoolbook" w:hAnsi="Century Schoolbook"/>
          <w:b/>
          <w:bCs/>
          <w:i/>
          <w:sz w:val="28"/>
          <w:szCs w:val="28"/>
        </w:rPr>
        <w:t>A B N  #</w:t>
      </w:r>
    </w:p>
    <w:p w:rsidR="00E06AF5" w:rsidRDefault="00E06AF5" w:rsidP="00E06AF5">
      <w:pPr>
        <w:pStyle w:val="Default"/>
        <w:rPr>
          <w:sz w:val="23"/>
          <w:szCs w:val="23"/>
        </w:rPr>
      </w:pPr>
    </w:p>
    <w:p w:rsidR="00E06AF5" w:rsidRDefault="00E06AF5" w:rsidP="00E06AF5">
      <w:pPr>
        <w:pStyle w:val="Default"/>
        <w:rPr>
          <w:sz w:val="23"/>
          <w:szCs w:val="23"/>
        </w:rPr>
      </w:pPr>
    </w:p>
    <w:p w:rsidR="00E06AF5" w:rsidRDefault="00E06AF5" w:rsidP="00E06AF5">
      <w:pPr>
        <w:pStyle w:val="Default"/>
        <w:rPr>
          <w:sz w:val="23"/>
          <w:szCs w:val="23"/>
        </w:rPr>
      </w:pPr>
    </w:p>
    <w:p w:rsidR="00E06AF5" w:rsidRDefault="00E06AF5" w:rsidP="00E06AF5">
      <w:pPr>
        <w:rPr>
          <w:color w:val="808080" w:themeColor="background1" w:themeShade="80"/>
        </w:rPr>
      </w:pPr>
      <w:r>
        <w:rPr>
          <w:color w:val="808080" w:themeColor="background1" w:themeShade="80"/>
        </w:rPr>
        <w:t>Date</w:t>
      </w:r>
    </w:p>
    <w:p w:rsidR="00E06AF5" w:rsidRDefault="00E06AF5" w:rsidP="00E06AF5">
      <w:pPr>
        <w:pStyle w:val="FPDefault"/>
      </w:pPr>
    </w:p>
    <w:p w:rsidR="00E06AF5" w:rsidRDefault="00E06AF5" w:rsidP="00E06AF5">
      <w:pPr>
        <w:pStyle w:val="FPDefault"/>
      </w:pPr>
    </w:p>
    <w:p w:rsidR="00E06AF5" w:rsidRDefault="00E06AF5" w:rsidP="00E06AF5">
      <w:pPr>
        <w:pStyle w:val="FPDefault"/>
      </w:pPr>
      <w:r>
        <w:t>Fremantle Ports</w:t>
      </w:r>
    </w:p>
    <w:p w:rsidR="00E06AF5" w:rsidRDefault="00E06AF5" w:rsidP="00E06AF5">
      <w:pPr>
        <w:pStyle w:val="FPDefault"/>
      </w:pPr>
      <w:r>
        <w:t>1 Cliff St</w:t>
      </w:r>
    </w:p>
    <w:p w:rsidR="00E06AF5" w:rsidRDefault="00E06AF5" w:rsidP="00E06AF5">
      <w:pPr>
        <w:pStyle w:val="FPDefault"/>
      </w:pPr>
      <w:r>
        <w:t>Fremantle WA 6160</w:t>
      </w:r>
    </w:p>
    <w:p w:rsidR="00E06AF5" w:rsidRDefault="00E06AF5" w:rsidP="00E06AF5">
      <w:pPr>
        <w:pStyle w:val="Default"/>
        <w:rPr>
          <w:sz w:val="23"/>
          <w:szCs w:val="23"/>
        </w:rPr>
      </w:pPr>
    </w:p>
    <w:p w:rsidR="00E06AF5" w:rsidRDefault="00E06AF5" w:rsidP="00E06AF5">
      <w:pPr>
        <w:pStyle w:val="Default"/>
        <w:rPr>
          <w:sz w:val="23"/>
          <w:szCs w:val="23"/>
        </w:rPr>
      </w:pPr>
    </w:p>
    <w:p w:rsidR="00E06AF5" w:rsidRDefault="00E06AF5" w:rsidP="00E06AF5">
      <w:pPr>
        <w:pStyle w:val="FPDefault"/>
      </w:pPr>
      <w:r>
        <w:t>Attn: MSIC</w:t>
      </w:r>
    </w:p>
    <w:p w:rsidR="00E06AF5" w:rsidRDefault="00E06AF5" w:rsidP="00E06AF5">
      <w:pPr>
        <w:pStyle w:val="FPDefault"/>
      </w:pPr>
    </w:p>
    <w:p w:rsidR="00BE7636" w:rsidRDefault="00BE7636" w:rsidP="008000E9">
      <w:pPr>
        <w:pStyle w:val="FPDefault"/>
      </w:pPr>
    </w:p>
    <w:p w:rsidR="00417C79" w:rsidRDefault="00417C79" w:rsidP="008000E9">
      <w:pPr>
        <w:pStyle w:val="Heading"/>
        <w:spacing w:before="0" w:after="0"/>
      </w:pPr>
      <w:r>
        <w:t xml:space="preserve">FP ACCESS CARD </w:t>
      </w:r>
      <w:r w:rsidR="00BE7636">
        <w:t xml:space="preserve">- confirmation of </w:t>
      </w:r>
      <w:r>
        <w:t>REQUIREMENT</w:t>
      </w:r>
    </w:p>
    <w:p w:rsidR="008000E9" w:rsidRDefault="00743D3C" w:rsidP="008000E9">
      <w:pPr>
        <w:pStyle w:val="Default"/>
        <w:jc w:val="both"/>
        <w:rPr>
          <w:sz w:val="23"/>
          <w:szCs w:val="23"/>
        </w:rPr>
      </w:pPr>
      <w:r>
        <w:rPr>
          <w:noProof/>
          <w:sz w:val="23"/>
          <w:szCs w:val="23"/>
        </w:rPr>
        <mc:AlternateContent>
          <mc:Choice Requires="wps">
            <w:drawing>
              <wp:anchor distT="0" distB="0" distL="114300" distR="114300" simplePos="0" relativeHeight="251665920" behindDoc="1" locked="0" layoutInCell="1" allowOverlap="1">
                <wp:simplePos x="0" y="0"/>
                <wp:positionH relativeFrom="column">
                  <wp:posOffset>336550</wp:posOffset>
                </wp:positionH>
                <wp:positionV relativeFrom="paragraph">
                  <wp:posOffset>165100</wp:posOffset>
                </wp:positionV>
                <wp:extent cx="1336675" cy="272415"/>
                <wp:effectExtent l="1905" t="4445" r="4445" b="0"/>
                <wp:wrapNone/>
                <wp:docPr id="4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36675" cy="2724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504D7" w:rsidRPr="00257CD6" w:rsidRDefault="00AD11F3" w:rsidP="00C504D7">
                            <w:pPr>
                              <w:rPr>
                                <w:b/>
                                <w:color w:val="A6A6A6" w:themeColor="background1" w:themeShade="A6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color w:val="A6A6A6" w:themeColor="background1" w:themeShade="A6"/>
                                <w:sz w:val="18"/>
                                <w:szCs w:val="18"/>
                              </w:rPr>
                              <w:t>Name of Applicant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1" o:spid="_x0000_s1026" type="#_x0000_t202" style="position:absolute;left:0;text-align:left;margin-left:26.5pt;margin-top:13pt;width:105.25pt;height:21.45pt;z-index:-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" stroked="f">
                <v:textbox>
                  <w:txbxContent>
                    <w:p w:rsidR="00C504D7" w:rsidRPr="00257CD6" w:rsidRDefault="00AD11F3" w:rsidP="00C504D7">
                      <w:pPr>
                        <w:rPr>
                          <w:b/>
                          <w:color w:val="A6A6A6" w:themeColor="background1" w:themeShade="A6"/>
                          <w:sz w:val="18"/>
                          <w:szCs w:val="18"/>
                        </w:rPr>
                      </w:pPr>
                      <w:r>
                        <w:rPr>
                          <w:b/>
                          <w:color w:val="A6A6A6" w:themeColor="background1" w:themeShade="A6"/>
                          <w:sz w:val="18"/>
                          <w:szCs w:val="18"/>
                        </w:rPr>
                        <w:t>Name of Applicant</w:t>
                      </w:r>
                    </w:p>
                  </w:txbxContent>
                </v:textbox>
              </v:shape>
            </w:pict>
          </mc:Fallback>
        </mc:AlternateContent>
      </w:r>
    </w:p>
    <w:p w:rsidR="00BE7636" w:rsidRDefault="00C504D7" w:rsidP="008000E9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Re:  </w:t>
      </w:r>
      <w:r w:rsidR="00BE7636">
        <w:rPr>
          <w:sz w:val="23"/>
          <w:szCs w:val="23"/>
        </w:rPr>
        <w:t xml:space="preserve"> </w:t>
      </w:r>
    </w:p>
    <w:p w:rsidR="00BE7636" w:rsidRDefault="00BE7636" w:rsidP="008000E9">
      <w:pPr>
        <w:pStyle w:val="Default"/>
        <w:jc w:val="both"/>
        <w:rPr>
          <w:sz w:val="23"/>
          <w:szCs w:val="23"/>
        </w:rPr>
      </w:pPr>
    </w:p>
    <w:p w:rsidR="00BE7636" w:rsidRDefault="00743D3C" w:rsidP="008000E9">
      <w:pPr>
        <w:pStyle w:val="Default"/>
        <w:jc w:val="both"/>
        <w:rPr>
          <w:b/>
          <w:color w:val="808080" w:themeColor="background1" w:themeShade="80"/>
          <w:sz w:val="20"/>
          <w:szCs w:val="20"/>
        </w:rPr>
      </w:pPr>
      <w:r>
        <w:rPr>
          <w:b/>
          <w:noProof/>
          <w:color w:val="808080" w:themeColor="background1" w:themeShade="80"/>
          <w:sz w:val="20"/>
          <w:szCs w:val="20"/>
          <w:lang w:val="en-US" w:eastAsia="zh-TW"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column">
                  <wp:posOffset>942975</wp:posOffset>
                </wp:positionH>
                <wp:positionV relativeFrom="paragraph">
                  <wp:posOffset>457835</wp:posOffset>
                </wp:positionV>
                <wp:extent cx="1134110" cy="244475"/>
                <wp:effectExtent l="0" t="635" r="635" b="254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34110" cy="244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77010" w:rsidRPr="008D5151" w:rsidRDefault="00A77010" w:rsidP="00BE7636">
                            <w:pPr>
                              <w:rPr>
                                <w:b/>
                                <w:color w:val="A6A6A6" w:themeColor="background1" w:themeShade="A6"/>
                                <w:sz w:val="18"/>
                                <w:szCs w:val="18"/>
                              </w:rPr>
                            </w:pPr>
                            <w:r w:rsidRPr="008D5151">
                              <w:rPr>
                                <w:b/>
                                <w:color w:val="A6A6A6" w:themeColor="background1" w:themeShade="A6"/>
                                <w:sz w:val="18"/>
                                <w:szCs w:val="18"/>
                              </w:rPr>
                              <w:t>job requirement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27" type="#_x0000_t202" style="position:absolute;left:0;text-align:left;margin-left:74.25pt;margin-top:36.05pt;width:89.3pt;height:19.2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" stroked="f">
                <v:textbox>
                  <w:txbxContent>
                    <w:p w:rsidR="00A77010" w:rsidRPr="008D5151" w:rsidRDefault="00A77010" w:rsidP="00BE7636">
                      <w:pPr>
                        <w:rPr>
                          <w:b/>
                          <w:color w:val="A6A6A6" w:themeColor="background1" w:themeShade="A6"/>
                          <w:sz w:val="18"/>
                          <w:szCs w:val="18"/>
                        </w:rPr>
                      </w:pPr>
                      <w:r w:rsidRPr="008D5151">
                        <w:rPr>
                          <w:b/>
                          <w:color w:val="A6A6A6" w:themeColor="background1" w:themeShade="A6"/>
                          <w:sz w:val="18"/>
                          <w:szCs w:val="18"/>
                        </w:rPr>
                        <w:t>job requirement</w:t>
                      </w:r>
                    </w:p>
                  </w:txbxContent>
                </v:textbox>
              </v:shape>
            </w:pict>
          </mc:Fallback>
        </mc:AlternateContent>
      </w:r>
      <w:r w:rsidR="00BE7636">
        <w:rPr>
          <w:sz w:val="23"/>
          <w:szCs w:val="23"/>
        </w:rPr>
        <w:t xml:space="preserve">This letter is to confirm that the above named person is employed by us and </w:t>
      </w:r>
      <w:r w:rsidR="00417C79">
        <w:rPr>
          <w:sz w:val="23"/>
          <w:szCs w:val="23"/>
        </w:rPr>
        <w:t xml:space="preserve">as a current MSIC holder now requires access to Fremantle Ports </w:t>
      </w:r>
      <w:r w:rsidR="00AD11F3">
        <w:rPr>
          <w:sz w:val="23"/>
          <w:szCs w:val="23"/>
        </w:rPr>
        <w:t xml:space="preserve">controlled </w:t>
      </w:r>
      <w:r w:rsidR="00417C79">
        <w:rPr>
          <w:sz w:val="23"/>
          <w:szCs w:val="23"/>
        </w:rPr>
        <w:t xml:space="preserve">berths for the purpose of </w:t>
      </w:r>
    </w:p>
    <w:p w:rsidR="00BE7636" w:rsidRDefault="00BE7636" w:rsidP="008000E9">
      <w:pPr>
        <w:pStyle w:val="Default"/>
        <w:rPr>
          <w:color w:val="auto"/>
          <w:sz w:val="23"/>
          <w:szCs w:val="23"/>
        </w:rPr>
      </w:pPr>
    </w:p>
    <w:p w:rsidR="00E26E0A" w:rsidRDefault="00E26E0A" w:rsidP="008000E9">
      <w:pPr>
        <w:pStyle w:val="Default"/>
        <w:rPr>
          <w:color w:val="auto"/>
          <w:sz w:val="23"/>
          <w:szCs w:val="23"/>
        </w:rPr>
      </w:pPr>
    </w:p>
    <w:p w:rsidR="001533FB" w:rsidRDefault="001533FB" w:rsidP="001533FB">
      <w:pPr>
        <w:pStyle w:val="Default"/>
        <w:spacing w:line="360" w:lineRule="auto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Please charge the company for this application. We authorise payment </w:t>
      </w:r>
      <w:r w:rsidR="00E26E0A">
        <w:rPr>
          <w:sz w:val="23"/>
          <w:szCs w:val="23"/>
        </w:rPr>
        <w:t>to be</w:t>
      </w:r>
    </w:p>
    <w:p w:rsidR="001533FB" w:rsidRDefault="00743D3C" w:rsidP="001533FB">
      <w:pPr>
        <w:pStyle w:val="Default"/>
        <w:spacing w:line="360" w:lineRule="auto"/>
        <w:jc w:val="both"/>
        <w:rPr>
          <w:sz w:val="23"/>
          <w:szCs w:val="23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8992" behindDoc="0" locked="0" layoutInCell="1" allowOverlap="1">
                <wp:simplePos x="0" y="0"/>
                <wp:positionH relativeFrom="page">
                  <wp:posOffset>1485265</wp:posOffset>
                </wp:positionH>
                <wp:positionV relativeFrom="paragraph">
                  <wp:posOffset>194310</wp:posOffset>
                </wp:positionV>
                <wp:extent cx="1743075" cy="222885"/>
                <wp:effectExtent l="0" t="3810" r="635" b="1905"/>
                <wp:wrapNone/>
                <wp:docPr id="2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43075" cy="2228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533FB" w:rsidRDefault="001533FB" w:rsidP="001533FB">
                            <w:pPr>
                              <w:rPr>
                                <w:color w:val="A6A6A6" w:themeColor="background1" w:themeShade="A6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color w:val="A6A6A6" w:themeColor="background1" w:themeShade="A6"/>
                                <w:sz w:val="18"/>
                                <w:szCs w:val="18"/>
                              </w:rPr>
                              <w:t>Credit card / invoice (PO  #)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9" o:spid="_x0000_s1028" type="#_x0000_t202" style="position:absolute;left:0;text-align:left;margin-left:116.95pt;margin-top:15.3pt;width:137.25pt;height:17.55pt;z-index:251668992;visibility:visible;mso-wrap-style:square;mso-width-percent:0;mso-height-percent:20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" stroked="f">
                <v:textbox style="mso-fit-shape-to-text:t">
                  <w:txbxContent>
                    <w:p w:rsidR="001533FB" w:rsidRDefault="001533FB" w:rsidP="001533FB">
                      <w:pPr>
                        <w:rPr>
                          <w:color w:val="A6A6A6" w:themeColor="background1" w:themeShade="A6"/>
                          <w:sz w:val="18"/>
                          <w:szCs w:val="18"/>
                        </w:rPr>
                      </w:pPr>
                      <w:r>
                        <w:rPr>
                          <w:color w:val="A6A6A6" w:themeColor="background1" w:themeShade="A6"/>
                          <w:sz w:val="18"/>
                          <w:szCs w:val="18"/>
                        </w:rPr>
                        <w:t>Credit card / invoice (PO  #)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1533FB">
        <w:rPr>
          <w:sz w:val="23"/>
          <w:szCs w:val="23"/>
        </w:rPr>
        <w:t xml:space="preserve">made by ________________ </w:t>
      </w:r>
    </w:p>
    <w:p w:rsidR="001533FB" w:rsidRDefault="001533FB" w:rsidP="001533FB">
      <w:pPr>
        <w:pStyle w:val="Default"/>
        <w:spacing w:line="360" w:lineRule="auto"/>
        <w:jc w:val="both"/>
        <w:rPr>
          <w:color w:val="808080" w:themeColor="background1" w:themeShade="80"/>
          <w:sz w:val="20"/>
          <w:szCs w:val="20"/>
        </w:rPr>
      </w:pPr>
    </w:p>
    <w:p w:rsidR="001533FB" w:rsidRDefault="00743D3C" w:rsidP="001533FB">
      <w:pPr>
        <w:pStyle w:val="Default"/>
        <w:jc w:val="both"/>
        <w:rPr>
          <w:b/>
          <w:color w:val="808080" w:themeColor="background1" w:themeShade="80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>
                <wp:simplePos x="0" y="0"/>
                <wp:positionH relativeFrom="margin">
                  <wp:posOffset>2681605</wp:posOffset>
                </wp:positionH>
                <wp:positionV relativeFrom="paragraph">
                  <wp:posOffset>84455</wp:posOffset>
                </wp:positionV>
                <wp:extent cx="2847975" cy="1142365"/>
                <wp:effectExtent l="18415" t="17145" r="19685" b="21590"/>
                <wp:wrapNone/>
                <wp:docPr id="1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47975" cy="11423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chemeClr val="accent2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533FB" w:rsidRDefault="001533FB" w:rsidP="001533FB">
                            <w:pPr>
                              <w:pStyle w:val="Default"/>
                              <w:jc w:val="both"/>
                              <w:rPr>
                                <w:color w:val="FF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color w:val="FF0000"/>
                                <w:sz w:val="20"/>
                                <w:szCs w:val="20"/>
                                <w:u w:val="single"/>
                              </w:rPr>
                              <w:t>Invoice</w:t>
                            </w:r>
                            <w:r>
                              <w:rPr>
                                <w:color w:val="FF0000"/>
                                <w:sz w:val="20"/>
                                <w:szCs w:val="20"/>
                              </w:rPr>
                              <w:t xml:space="preserve">: Companies who have an existing account with FPA can request invoicing and if a PO is required on invoices it must be quoted or a PO provided at time of lodgement. </w:t>
                            </w:r>
                          </w:p>
                          <w:p w:rsidR="001533FB" w:rsidRDefault="001533FB" w:rsidP="001533FB">
                            <w:pPr>
                              <w:pStyle w:val="Default"/>
                              <w:jc w:val="both"/>
                              <w:rPr>
                                <w:color w:val="FF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color w:val="FF0000"/>
                                <w:sz w:val="20"/>
                                <w:szCs w:val="20"/>
                                <w:u w:val="single"/>
                              </w:rPr>
                              <w:t>Credit Card</w:t>
                            </w:r>
                            <w:r>
                              <w:rPr>
                                <w:color w:val="FF0000"/>
                                <w:sz w:val="20"/>
                                <w:szCs w:val="20"/>
                              </w:rPr>
                              <w:t>: We can call your office for credit card payment if you do not wish to quote the credit card number on the letter.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6" o:spid="_x0000_s1029" type="#_x0000_t202" style="position:absolute;left:0;text-align:left;margin-left:211.15pt;margin-top:6.65pt;width:224.25pt;height:89.95pt;z-index:251667968;visibility:visible;mso-wrap-style:square;mso-width-percent:0;mso-height-percent:20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" strokecolor="#c0504d [3205]" strokeweight="2.25pt">
                <v:textbox style="mso-fit-shape-to-text:t">
                  <w:txbxContent>
                    <w:p w:rsidR="001533FB" w:rsidRDefault="001533FB" w:rsidP="001533FB">
                      <w:pPr>
                        <w:pStyle w:val="Default"/>
                        <w:jc w:val="both"/>
                        <w:rPr>
                          <w:color w:val="FF0000"/>
                          <w:sz w:val="20"/>
                          <w:szCs w:val="20"/>
                        </w:rPr>
                      </w:pPr>
                      <w:r>
                        <w:rPr>
                          <w:color w:val="FF0000"/>
                          <w:sz w:val="20"/>
                          <w:szCs w:val="20"/>
                          <w:u w:val="single"/>
                        </w:rPr>
                        <w:t>Invoice</w:t>
                      </w:r>
                      <w:r>
                        <w:rPr>
                          <w:color w:val="FF0000"/>
                          <w:sz w:val="20"/>
                          <w:szCs w:val="20"/>
                        </w:rPr>
                        <w:t xml:space="preserve">: Companies who have an existing account with FPA can request invoicing and if a PO is required on invoices it must be quoted or a PO provided at time of lodgement. </w:t>
                      </w:r>
                    </w:p>
                    <w:p w:rsidR="001533FB" w:rsidRDefault="001533FB" w:rsidP="001533FB">
                      <w:pPr>
                        <w:pStyle w:val="Default"/>
                        <w:jc w:val="both"/>
                        <w:rPr>
                          <w:color w:val="FF0000"/>
                          <w:sz w:val="20"/>
                          <w:szCs w:val="20"/>
                        </w:rPr>
                      </w:pPr>
                      <w:r>
                        <w:rPr>
                          <w:color w:val="FF0000"/>
                          <w:sz w:val="20"/>
                          <w:szCs w:val="20"/>
                          <w:u w:val="single"/>
                        </w:rPr>
                        <w:t>Credit Card</w:t>
                      </w:r>
                      <w:r>
                        <w:rPr>
                          <w:color w:val="FF0000"/>
                          <w:sz w:val="20"/>
                          <w:szCs w:val="20"/>
                        </w:rPr>
                        <w:t>: We can call your office for credit card payment if you do not wish to quote the credit card number on the letter.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1533FB" w:rsidRDefault="001533FB" w:rsidP="001533FB">
      <w:pPr>
        <w:pStyle w:val="Default"/>
        <w:rPr>
          <w:color w:val="auto"/>
          <w:sz w:val="23"/>
          <w:szCs w:val="23"/>
        </w:rPr>
      </w:pPr>
    </w:p>
    <w:p w:rsidR="001533FB" w:rsidRDefault="001533FB" w:rsidP="001533FB">
      <w:pPr>
        <w:pStyle w:val="Default"/>
        <w:rPr>
          <w:sz w:val="23"/>
          <w:szCs w:val="23"/>
        </w:rPr>
      </w:pPr>
    </w:p>
    <w:p w:rsidR="001533FB" w:rsidRDefault="001533FB" w:rsidP="001533FB">
      <w:pPr>
        <w:pStyle w:val="Default"/>
        <w:rPr>
          <w:color w:val="auto"/>
          <w:sz w:val="23"/>
          <w:szCs w:val="23"/>
        </w:rPr>
      </w:pPr>
      <w:r>
        <w:rPr>
          <w:sz w:val="23"/>
          <w:szCs w:val="23"/>
        </w:rPr>
        <w:t>_______________</w:t>
      </w:r>
    </w:p>
    <w:p w:rsidR="00A26E89" w:rsidRDefault="00A26E89" w:rsidP="001533FB">
      <w:pPr>
        <w:pStyle w:val="Default"/>
        <w:jc w:val="both"/>
        <w:rPr>
          <w:b/>
          <w:color w:val="808080" w:themeColor="background1" w:themeShade="80"/>
          <w:sz w:val="20"/>
          <w:szCs w:val="20"/>
        </w:rPr>
      </w:pPr>
      <w:r>
        <w:rPr>
          <w:b/>
          <w:color w:val="808080" w:themeColor="background1" w:themeShade="80"/>
          <w:sz w:val="20"/>
          <w:szCs w:val="20"/>
        </w:rPr>
        <w:t>Signature</w:t>
      </w:r>
    </w:p>
    <w:p w:rsidR="001533FB" w:rsidRPr="001533FB" w:rsidRDefault="001533FB" w:rsidP="001533FB">
      <w:pPr>
        <w:pStyle w:val="Default"/>
        <w:jc w:val="both"/>
        <w:rPr>
          <w:b/>
          <w:color w:val="808080" w:themeColor="background1" w:themeShade="80"/>
          <w:sz w:val="20"/>
          <w:szCs w:val="20"/>
        </w:rPr>
      </w:pPr>
      <w:r w:rsidRPr="001533FB">
        <w:rPr>
          <w:b/>
          <w:color w:val="808080" w:themeColor="background1" w:themeShade="80"/>
          <w:sz w:val="20"/>
          <w:szCs w:val="20"/>
        </w:rPr>
        <w:t>Name</w:t>
      </w:r>
    </w:p>
    <w:p w:rsidR="001533FB" w:rsidRPr="001533FB" w:rsidRDefault="001533FB" w:rsidP="001533FB">
      <w:pPr>
        <w:pStyle w:val="Default"/>
        <w:jc w:val="both"/>
        <w:rPr>
          <w:b/>
          <w:color w:val="808080" w:themeColor="background1" w:themeShade="80"/>
          <w:sz w:val="20"/>
          <w:szCs w:val="20"/>
        </w:rPr>
      </w:pPr>
      <w:r w:rsidRPr="001533FB">
        <w:rPr>
          <w:b/>
          <w:color w:val="808080" w:themeColor="background1" w:themeShade="80"/>
          <w:sz w:val="20"/>
          <w:szCs w:val="20"/>
        </w:rPr>
        <w:t>Position / Title</w:t>
      </w:r>
    </w:p>
    <w:p w:rsidR="0090057A" w:rsidRDefault="0090057A" w:rsidP="008000E9">
      <w:pPr>
        <w:pStyle w:val="Default"/>
        <w:jc w:val="both"/>
        <w:rPr>
          <w:i/>
          <w:color w:val="FF0000"/>
          <w:sz w:val="23"/>
          <w:szCs w:val="23"/>
          <w:u w:val="single"/>
        </w:rPr>
      </w:pPr>
    </w:p>
    <w:sectPr w:rsidR="0090057A" w:rsidSect="000A0CAE">
      <w:pgSz w:w="11907" w:h="16839" w:code="9"/>
      <w:pgMar w:top="1134" w:right="1701" w:bottom="1134" w:left="1701" w:header="1440" w:footer="1440" w:gutter="142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D2804" w:rsidRDefault="005D2804">
      <w:r>
        <w:separator/>
      </w:r>
    </w:p>
  </w:endnote>
  <w:endnote w:type="continuationSeparator" w:id="0">
    <w:p w:rsidR="005D2804" w:rsidRDefault="005D28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D2804" w:rsidRDefault="005D2804">
      <w:r>
        <w:separator/>
      </w:r>
    </w:p>
  </w:footnote>
  <w:footnote w:type="continuationSeparator" w:id="0">
    <w:p w:rsidR="005D2804" w:rsidRDefault="005D280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8D4534"/>
    <w:multiLevelType w:val="multilevel"/>
    <w:tmpl w:val="0C090023"/>
    <w:name w:val="Numbered Heading22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" w15:restartNumberingAfterBreak="0">
    <w:nsid w:val="0D0D6D03"/>
    <w:multiLevelType w:val="singleLevel"/>
    <w:tmpl w:val="A2343514"/>
    <w:lvl w:ilvl="0">
      <w:start w:val="1"/>
      <w:numFmt w:val="bullet"/>
      <w:pStyle w:val="BulletText2"/>
      <w:lvlText w:val=""/>
      <w:lvlJc w:val="left"/>
      <w:pPr>
        <w:tabs>
          <w:tab w:val="num" w:pos="1440"/>
        </w:tabs>
        <w:ind w:left="1440" w:hanging="720"/>
      </w:pPr>
      <w:rPr>
        <w:rFonts w:ascii="Symbol" w:hAnsi="Symbol"/>
      </w:rPr>
    </w:lvl>
  </w:abstractNum>
  <w:abstractNum w:abstractNumId="2" w15:restartNumberingAfterBreak="0">
    <w:nsid w:val="0E6F651C"/>
    <w:multiLevelType w:val="singleLevel"/>
    <w:tmpl w:val="927630F8"/>
    <w:lvl w:ilvl="0">
      <w:start w:val="1"/>
      <w:numFmt w:val="bullet"/>
      <w:pStyle w:val="BulletText4"/>
      <w:lvlText w:val=""/>
      <w:lvlJc w:val="left"/>
      <w:pPr>
        <w:tabs>
          <w:tab w:val="num" w:pos="2160"/>
        </w:tabs>
        <w:ind w:left="2160" w:hanging="720"/>
      </w:pPr>
      <w:rPr>
        <w:rFonts w:ascii="Symbol" w:hAnsi="Symbol"/>
      </w:rPr>
    </w:lvl>
  </w:abstractNum>
  <w:abstractNum w:abstractNumId="3" w15:restartNumberingAfterBreak="0">
    <w:nsid w:val="1CEC4E27"/>
    <w:multiLevelType w:val="singleLevel"/>
    <w:tmpl w:val="5292403C"/>
    <w:lvl w:ilvl="0">
      <w:start w:val="1"/>
      <w:numFmt w:val="bullet"/>
      <w:pStyle w:val="BulletText3"/>
      <w:lvlText w:val=""/>
      <w:lvlJc w:val="left"/>
      <w:pPr>
        <w:tabs>
          <w:tab w:val="num" w:pos="1440"/>
        </w:tabs>
        <w:ind w:left="1440" w:hanging="720"/>
      </w:pPr>
      <w:rPr>
        <w:rFonts w:ascii="Wingdings" w:hAnsi="Wingdings"/>
      </w:rPr>
    </w:lvl>
  </w:abstractNum>
  <w:abstractNum w:abstractNumId="4" w15:restartNumberingAfterBreak="0">
    <w:nsid w:val="1CF171C3"/>
    <w:multiLevelType w:val="multilevel"/>
    <w:tmpl w:val="4552D070"/>
    <w:lvl w:ilvl="0">
      <w:start w:val="1"/>
      <w:numFmt w:val="decimal"/>
      <w:pStyle w:val="Heading1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5" w15:restartNumberingAfterBreak="0">
    <w:nsid w:val="21A8629A"/>
    <w:multiLevelType w:val="multilevel"/>
    <w:tmpl w:val="5906BDBC"/>
    <w:styleLink w:val="NumberedList1"/>
    <w:lvl w:ilvl="0">
      <w:start w:val="1"/>
      <w:numFmt w:val="decimal"/>
      <w:pStyle w:val="NumberedText1"/>
      <w:lvlText w:val="%1."/>
      <w:lvlJc w:val="left"/>
      <w:pPr>
        <w:tabs>
          <w:tab w:val="num" w:pos="0"/>
        </w:tabs>
        <w:ind w:left="720" w:hanging="720"/>
      </w:pPr>
      <w:rPr>
        <w:rFonts w:ascii="Times New Roman" w:hAnsi="Times New Roman" w:hint="default"/>
        <w:sz w:val="24"/>
      </w:rPr>
    </w:lvl>
    <w:lvl w:ilvl="1">
      <w:start w:val="1"/>
      <w:numFmt w:val="lowerLetter"/>
      <w:pStyle w:val="NumberedText3"/>
      <w:lvlText w:val="(%2)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2">
      <w:start w:val="1"/>
      <w:numFmt w:val="lowerRoman"/>
      <w:pStyle w:val="NumberedText4"/>
      <w:lvlText w:val="(%3)"/>
      <w:lvlJc w:val="left"/>
      <w:pPr>
        <w:tabs>
          <w:tab w:val="num" w:pos="0"/>
        </w:tabs>
        <w:ind w:left="1440" w:hanging="720"/>
      </w:pPr>
      <w:rPr>
        <w:rFonts w:hint="default"/>
      </w:rPr>
    </w:lvl>
    <w:lvl w:ilvl="3">
      <w:start w:val="1"/>
      <w:numFmt w:val="upperLetter"/>
      <w:pStyle w:val="NumberedText5"/>
      <w:lvlText w:val="(%4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4">
      <w:start w:val="1"/>
      <w:numFmt w:val="upperRoman"/>
      <w:pStyle w:val="NumberedText6"/>
      <w:lvlText w:val="(%5)"/>
      <w:lvlJc w:val="left"/>
      <w:pPr>
        <w:tabs>
          <w:tab w:val="num" w:pos="2160"/>
        </w:tabs>
        <w:ind w:left="2880" w:hanging="72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6" w15:restartNumberingAfterBreak="0">
    <w:nsid w:val="26AB2F9B"/>
    <w:multiLevelType w:val="multilevel"/>
    <w:tmpl w:val="0C09001F"/>
    <w:name w:val="Numbered Heading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7" w15:restartNumberingAfterBreak="0">
    <w:nsid w:val="304E5861"/>
    <w:multiLevelType w:val="multilevel"/>
    <w:tmpl w:val="4CE8EE08"/>
    <w:name w:val="Numbered Heading2"/>
    <w:lvl w:ilvl="0">
      <w:start w:val="1"/>
      <w:numFmt w:val="decimal"/>
      <w:lvlText w:val="%1"/>
      <w:lvlJc w:val="left"/>
      <w:pPr>
        <w:tabs>
          <w:tab w:val="num" w:pos="2268"/>
        </w:tabs>
        <w:ind w:left="2268" w:hanging="2268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lowerRoman"/>
      <w:lvlText w:val="(%4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upp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3729719B"/>
    <w:multiLevelType w:val="multilevel"/>
    <w:tmpl w:val="F872F122"/>
    <w:lvl w:ilvl="0">
      <w:start w:val="1"/>
      <w:numFmt w:val="decimal"/>
      <w:pStyle w:val="NumberedHeading1"/>
      <w:lvlText w:val="%1"/>
      <w:lvlJc w:val="left"/>
      <w:pPr>
        <w:tabs>
          <w:tab w:val="num" w:pos="2268"/>
        </w:tabs>
        <w:ind w:left="2268" w:hanging="2268"/>
      </w:pPr>
      <w:rPr>
        <w:rFonts w:hint="default"/>
      </w:rPr>
    </w:lvl>
    <w:lvl w:ilvl="1">
      <w:start w:val="1"/>
      <w:numFmt w:val="decimal"/>
      <w:pStyle w:val="NumberedHeading2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lowerLetter"/>
      <w:pStyle w:val="NumberedHeading3"/>
      <w:lvlText w:val="(%3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lowerRoman"/>
      <w:pStyle w:val="NumberedHeading4"/>
      <w:lvlText w:val="(%4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19947C2"/>
    <w:multiLevelType w:val="singleLevel"/>
    <w:tmpl w:val="5296B40C"/>
    <w:lvl w:ilvl="0">
      <w:start w:val="1"/>
      <w:numFmt w:val="bullet"/>
      <w:pStyle w:val="BulletText1"/>
      <w:lvlText w:val=""/>
      <w:lvlJc w:val="left"/>
      <w:pPr>
        <w:tabs>
          <w:tab w:val="num" w:pos="720"/>
        </w:tabs>
        <w:ind w:left="720" w:hanging="720"/>
      </w:pPr>
      <w:rPr>
        <w:rFonts w:ascii="Wingdings" w:hAnsi="Wingdings"/>
      </w:rPr>
    </w:lvl>
  </w:abstractNum>
  <w:abstractNum w:abstractNumId="10" w15:restartNumberingAfterBreak="0">
    <w:nsid w:val="41EC4D0F"/>
    <w:multiLevelType w:val="hybridMultilevel"/>
    <w:tmpl w:val="EF9A78F0"/>
    <w:lvl w:ilvl="0" w:tplc="1F02FA98">
      <w:start w:val="1"/>
      <w:numFmt w:val="bullet"/>
      <w:pStyle w:val="BulletText5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1" w:tplc="61BE43B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4CEC7C9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2AE38F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B82AD5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530C1C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CB2DBF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0723EC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384191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2F3098D"/>
    <w:multiLevelType w:val="multilevel"/>
    <w:tmpl w:val="0C09001D"/>
    <w:name w:val="NumberedList2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2" w15:restartNumberingAfterBreak="0">
    <w:nsid w:val="592F231E"/>
    <w:multiLevelType w:val="multilevel"/>
    <w:tmpl w:val="0C09001D"/>
    <w:name w:val="NumberedList22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5AD720D3"/>
    <w:multiLevelType w:val="multilevel"/>
    <w:tmpl w:val="0C09001D"/>
    <w:name w:val="NumberedList2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687B7FEF"/>
    <w:multiLevelType w:val="multilevel"/>
    <w:tmpl w:val="0C09001D"/>
    <w:name w:val="NumberedList23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5" w15:restartNumberingAfterBreak="0">
    <w:nsid w:val="75EF314F"/>
    <w:multiLevelType w:val="hybridMultilevel"/>
    <w:tmpl w:val="B9743AB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"/>
  </w:num>
  <w:num w:numId="3">
    <w:abstractNumId w:val="3"/>
  </w:num>
  <w:num w:numId="4">
    <w:abstractNumId w:val="2"/>
  </w:num>
  <w:num w:numId="5">
    <w:abstractNumId w:val="10"/>
  </w:num>
  <w:num w:numId="6">
    <w:abstractNumId w:val="4"/>
  </w:num>
  <w:num w:numId="7">
    <w:abstractNumId w:val="8"/>
  </w:num>
  <w:num w:numId="8">
    <w:abstractNumId w:val="5"/>
  </w:num>
  <w:num w:numId="9">
    <w:abstractNumId w:val="15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ttachedTemplate r:id="rId1"/>
  <w:linkStyles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stylePaneSortMethod w:val="0004"/>
  <w:defaultTabStop w:val="720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24577">
      <o:colormru v:ext="edit" colors="#fc0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2A43"/>
    <w:rsid w:val="00001ABE"/>
    <w:rsid w:val="00024614"/>
    <w:rsid w:val="00031BCA"/>
    <w:rsid w:val="00037C70"/>
    <w:rsid w:val="00043101"/>
    <w:rsid w:val="00044913"/>
    <w:rsid w:val="00047D76"/>
    <w:rsid w:val="00050783"/>
    <w:rsid w:val="00066B92"/>
    <w:rsid w:val="00067F40"/>
    <w:rsid w:val="00077111"/>
    <w:rsid w:val="00082369"/>
    <w:rsid w:val="00082C1D"/>
    <w:rsid w:val="00085571"/>
    <w:rsid w:val="0009045B"/>
    <w:rsid w:val="000A0590"/>
    <w:rsid w:val="000A0CAE"/>
    <w:rsid w:val="000A455D"/>
    <w:rsid w:val="000B2D8E"/>
    <w:rsid w:val="000C03BF"/>
    <w:rsid w:val="000C148B"/>
    <w:rsid w:val="000C1CCE"/>
    <w:rsid w:val="000C6017"/>
    <w:rsid w:val="000C6E98"/>
    <w:rsid w:val="000D21EF"/>
    <w:rsid w:val="000D2E83"/>
    <w:rsid w:val="000F4629"/>
    <w:rsid w:val="000F754C"/>
    <w:rsid w:val="0010682B"/>
    <w:rsid w:val="001068AE"/>
    <w:rsid w:val="00114541"/>
    <w:rsid w:val="00117D94"/>
    <w:rsid w:val="001231F9"/>
    <w:rsid w:val="001343D9"/>
    <w:rsid w:val="001524BE"/>
    <w:rsid w:val="001533FB"/>
    <w:rsid w:val="00173DEA"/>
    <w:rsid w:val="00183B7F"/>
    <w:rsid w:val="00196481"/>
    <w:rsid w:val="001A374C"/>
    <w:rsid w:val="001B1971"/>
    <w:rsid w:val="001B2AB2"/>
    <w:rsid w:val="001C7181"/>
    <w:rsid w:val="001D458E"/>
    <w:rsid w:val="001D48B0"/>
    <w:rsid w:val="001D57DF"/>
    <w:rsid w:val="001E07CC"/>
    <w:rsid w:val="001E7D2C"/>
    <w:rsid w:val="001F238E"/>
    <w:rsid w:val="001F3655"/>
    <w:rsid w:val="00201077"/>
    <w:rsid w:val="00213BAA"/>
    <w:rsid w:val="00215E8B"/>
    <w:rsid w:val="00216D00"/>
    <w:rsid w:val="002216F7"/>
    <w:rsid w:val="00226884"/>
    <w:rsid w:val="00232592"/>
    <w:rsid w:val="00240D28"/>
    <w:rsid w:val="00243331"/>
    <w:rsid w:val="002450F4"/>
    <w:rsid w:val="00247F30"/>
    <w:rsid w:val="00250916"/>
    <w:rsid w:val="00256807"/>
    <w:rsid w:val="00257C78"/>
    <w:rsid w:val="00257CD6"/>
    <w:rsid w:val="002602B6"/>
    <w:rsid w:val="00282710"/>
    <w:rsid w:val="002845EB"/>
    <w:rsid w:val="00296569"/>
    <w:rsid w:val="002A5C63"/>
    <w:rsid w:val="002A7FBB"/>
    <w:rsid w:val="002B058E"/>
    <w:rsid w:val="002B11E0"/>
    <w:rsid w:val="002B2CAE"/>
    <w:rsid w:val="002C1F07"/>
    <w:rsid w:val="002D1D80"/>
    <w:rsid w:val="002E15AB"/>
    <w:rsid w:val="00300EA8"/>
    <w:rsid w:val="003027C1"/>
    <w:rsid w:val="00314187"/>
    <w:rsid w:val="00321E72"/>
    <w:rsid w:val="00323D88"/>
    <w:rsid w:val="00327242"/>
    <w:rsid w:val="00330033"/>
    <w:rsid w:val="003306F9"/>
    <w:rsid w:val="003373E9"/>
    <w:rsid w:val="00340A11"/>
    <w:rsid w:val="003421A0"/>
    <w:rsid w:val="003424A5"/>
    <w:rsid w:val="00346534"/>
    <w:rsid w:val="003671FD"/>
    <w:rsid w:val="003717A9"/>
    <w:rsid w:val="003743F9"/>
    <w:rsid w:val="003752E8"/>
    <w:rsid w:val="0037590D"/>
    <w:rsid w:val="00376E83"/>
    <w:rsid w:val="00397538"/>
    <w:rsid w:val="003A2626"/>
    <w:rsid w:val="003A612B"/>
    <w:rsid w:val="003A6261"/>
    <w:rsid w:val="003B0DE7"/>
    <w:rsid w:val="003B69B7"/>
    <w:rsid w:val="003D3CC9"/>
    <w:rsid w:val="003E4E78"/>
    <w:rsid w:val="003E567E"/>
    <w:rsid w:val="003E77A9"/>
    <w:rsid w:val="003F21BE"/>
    <w:rsid w:val="003F2E60"/>
    <w:rsid w:val="003F4C64"/>
    <w:rsid w:val="003F4E5A"/>
    <w:rsid w:val="00410B27"/>
    <w:rsid w:val="0041601E"/>
    <w:rsid w:val="00417C79"/>
    <w:rsid w:val="00421DCF"/>
    <w:rsid w:val="004255D5"/>
    <w:rsid w:val="004452E7"/>
    <w:rsid w:val="00447447"/>
    <w:rsid w:val="00464761"/>
    <w:rsid w:val="004677A4"/>
    <w:rsid w:val="00467B90"/>
    <w:rsid w:val="00486815"/>
    <w:rsid w:val="0048734A"/>
    <w:rsid w:val="004879B8"/>
    <w:rsid w:val="00493DA7"/>
    <w:rsid w:val="0049791D"/>
    <w:rsid w:val="004A0ADA"/>
    <w:rsid w:val="004A44A2"/>
    <w:rsid w:val="004A6D3C"/>
    <w:rsid w:val="004C049E"/>
    <w:rsid w:val="004E4969"/>
    <w:rsid w:val="004F11F0"/>
    <w:rsid w:val="004F4D04"/>
    <w:rsid w:val="004F7CAA"/>
    <w:rsid w:val="004F7FEE"/>
    <w:rsid w:val="005017F6"/>
    <w:rsid w:val="00503536"/>
    <w:rsid w:val="00507B34"/>
    <w:rsid w:val="005108F4"/>
    <w:rsid w:val="0051645D"/>
    <w:rsid w:val="00521D0C"/>
    <w:rsid w:val="00526947"/>
    <w:rsid w:val="00526C81"/>
    <w:rsid w:val="00534E98"/>
    <w:rsid w:val="005419B5"/>
    <w:rsid w:val="00552A99"/>
    <w:rsid w:val="00553263"/>
    <w:rsid w:val="00575496"/>
    <w:rsid w:val="00580498"/>
    <w:rsid w:val="00596A3B"/>
    <w:rsid w:val="005A5B6D"/>
    <w:rsid w:val="005A7909"/>
    <w:rsid w:val="005B3941"/>
    <w:rsid w:val="005C5BA6"/>
    <w:rsid w:val="005D0425"/>
    <w:rsid w:val="005D23BF"/>
    <w:rsid w:val="005D2804"/>
    <w:rsid w:val="005F6279"/>
    <w:rsid w:val="005F6D42"/>
    <w:rsid w:val="00604F2A"/>
    <w:rsid w:val="0061198D"/>
    <w:rsid w:val="006120D8"/>
    <w:rsid w:val="00613A1D"/>
    <w:rsid w:val="006202E0"/>
    <w:rsid w:val="006228D3"/>
    <w:rsid w:val="00627361"/>
    <w:rsid w:val="0063110D"/>
    <w:rsid w:val="00636C5D"/>
    <w:rsid w:val="00653F04"/>
    <w:rsid w:val="00656F5F"/>
    <w:rsid w:val="0065788D"/>
    <w:rsid w:val="00657D49"/>
    <w:rsid w:val="00664644"/>
    <w:rsid w:val="00674C35"/>
    <w:rsid w:val="006757AF"/>
    <w:rsid w:val="00676ECD"/>
    <w:rsid w:val="00682A72"/>
    <w:rsid w:val="006853A1"/>
    <w:rsid w:val="00690AD9"/>
    <w:rsid w:val="006A086C"/>
    <w:rsid w:val="006A0A08"/>
    <w:rsid w:val="006A2CE8"/>
    <w:rsid w:val="006B3AAE"/>
    <w:rsid w:val="006C1DBA"/>
    <w:rsid w:val="006C79EE"/>
    <w:rsid w:val="006C7B64"/>
    <w:rsid w:val="006D32B9"/>
    <w:rsid w:val="006F0888"/>
    <w:rsid w:val="00701B25"/>
    <w:rsid w:val="00703EE7"/>
    <w:rsid w:val="0072232A"/>
    <w:rsid w:val="007268B3"/>
    <w:rsid w:val="00727735"/>
    <w:rsid w:val="00732C95"/>
    <w:rsid w:val="00733BD7"/>
    <w:rsid w:val="0074170B"/>
    <w:rsid w:val="00743D3C"/>
    <w:rsid w:val="00746B72"/>
    <w:rsid w:val="0077391A"/>
    <w:rsid w:val="0077795A"/>
    <w:rsid w:val="007800BF"/>
    <w:rsid w:val="007830D0"/>
    <w:rsid w:val="00785E8C"/>
    <w:rsid w:val="007872D1"/>
    <w:rsid w:val="0079001E"/>
    <w:rsid w:val="007A6B18"/>
    <w:rsid w:val="007C5762"/>
    <w:rsid w:val="007D1642"/>
    <w:rsid w:val="007D53AA"/>
    <w:rsid w:val="007D7655"/>
    <w:rsid w:val="007E159F"/>
    <w:rsid w:val="007E2694"/>
    <w:rsid w:val="007E3AE5"/>
    <w:rsid w:val="007F2ECD"/>
    <w:rsid w:val="007F5FF5"/>
    <w:rsid w:val="007F717E"/>
    <w:rsid w:val="008000E9"/>
    <w:rsid w:val="008061D6"/>
    <w:rsid w:val="00826DEA"/>
    <w:rsid w:val="00831CC0"/>
    <w:rsid w:val="00843992"/>
    <w:rsid w:val="00845B97"/>
    <w:rsid w:val="00854827"/>
    <w:rsid w:val="00861C09"/>
    <w:rsid w:val="008749DE"/>
    <w:rsid w:val="0087663F"/>
    <w:rsid w:val="008832EC"/>
    <w:rsid w:val="00890B7B"/>
    <w:rsid w:val="008918C6"/>
    <w:rsid w:val="008A3006"/>
    <w:rsid w:val="008B0807"/>
    <w:rsid w:val="008B18BD"/>
    <w:rsid w:val="008B196A"/>
    <w:rsid w:val="008B198D"/>
    <w:rsid w:val="008B7FD8"/>
    <w:rsid w:val="008C11F4"/>
    <w:rsid w:val="008C5441"/>
    <w:rsid w:val="008D5151"/>
    <w:rsid w:val="008F1937"/>
    <w:rsid w:val="008F3A30"/>
    <w:rsid w:val="008F6255"/>
    <w:rsid w:val="0090057A"/>
    <w:rsid w:val="00910049"/>
    <w:rsid w:val="0091479A"/>
    <w:rsid w:val="009164C9"/>
    <w:rsid w:val="0091664D"/>
    <w:rsid w:val="00922A43"/>
    <w:rsid w:val="009316E9"/>
    <w:rsid w:val="00934CAD"/>
    <w:rsid w:val="009413AE"/>
    <w:rsid w:val="00946272"/>
    <w:rsid w:val="00957DD2"/>
    <w:rsid w:val="00967D31"/>
    <w:rsid w:val="009729AE"/>
    <w:rsid w:val="00975BDC"/>
    <w:rsid w:val="0097732F"/>
    <w:rsid w:val="00981F0B"/>
    <w:rsid w:val="00982FDE"/>
    <w:rsid w:val="00984CFD"/>
    <w:rsid w:val="0099152F"/>
    <w:rsid w:val="00995D73"/>
    <w:rsid w:val="0099776D"/>
    <w:rsid w:val="009A6544"/>
    <w:rsid w:val="009A7F07"/>
    <w:rsid w:val="009B41A8"/>
    <w:rsid w:val="009B5F6D"/>
    <w:rsid w:val="009C2665"/>
    <w:rsid w:val="009C3AEB"/>
    <w:rsid w:val="009D1D82"/>
    <w:rsid w:val="009D3952"/>
    <w:rsid w:val="009E0E6A"/>
    <w:rsid w:val="009E6E91"/>
    <w:rsid w:val="00A0075A"/>
    <w:rsid w:val="00A14995"/>
    <w:rsid w:val="00A25AF1"/>
    <w:rsid w:val="00A26E89"/>
    <w:rsid w:val="00A33133"/>
    <w:rsid w:val="00A35E75"/>
    <w:rsid w:val="00A4018D"/>
    <w:rsid w:val="00A41535"/>
    <w:rsid w:val="00A52FAC"/>
    <w:rsid w:val="00A60673"/>
    <w:rsid w:val="00A67F20"/>
    <w:rsid w:val="00A74C5E"/>
    <w:rsid w:val="00A77010"/>
    <w:rsid w:val="00A85F56"/>
    <w:rsid w:val="00A95FD5"/>
    <w:rsid w:val="00A9603E"/>
    <w:rsid w:val="00AA35FC"/>
    <w:rsid w:val="00AB5D89"/>
    <w:rsid w:val="00AC0AC5"/>
    <w:rsid w:val="00AC2D0B"/>
    <w:rsid w:val="00AC58E5"/>
    <w:rsid w:val="00AD11F3"/>
    <w:rsid w:val="00AD244E"/>
    <w:rsid w:val="00AD43D8"/>
    <w:rsid w:val="00AE07E7"/>
    <w:rsid w:val="00AE3F02"/>
    <w:rsid w:val="00AF44C5"/>
    <w:rsid w:val="00AF4E1A"/>
    <w:rsid w:val="00B22CD4"/>
    <w:rsid w:val="00B27790"/>
    <w:rsid w:val="00B30083"/>
    <w:rsid w:val="00B35E60"/>
    <w:rsid w:val="00B360EA"/>
    <w:rsid w:val="00B36B74"/>
    <w:rsid w:val="00B438BC"/>
    <w:rsid w:val="00B475C0"/>
    <w:rsid w:val="00B55DCC"/>
    <w:rsid w:val="00B618E2"/>
    <w:rsid w:val="00B73C7A"/>
    <w:rsid w:val="00B815FE"/>
    <w:rsid w:val="00B816B8"/>
    <w:rsid w:val="00B93998"/>
    <w:rsid w:val="00BB008D"/>
    <w:rsid w:val="00BB2008"/>
    <w:rsid w:val="00BB313A"/>
    <w:rsid w:val="00BB3687"/>
    <w:rsid w:val="00BC7CE1"/>
    <w:rsid w:val="00BD1F77"/>
    <w:rsid w:val="00BD2B39"/>
    <w:rsid w:val="00BE1780"/>
    <w:rsid w:val="00BE7636"/>
    <w:rsid w:val="00BF13CE"/>
    <w:rsid w:val="00BF36C8"/>
    <w:rsid w:val="00C01C8C"/>
    <w:rsid w:val="00C068F8"/>
    <w:rsid w:val="00C10E83"/>
    <w:rsid w:val="00C11522"/>
    <w:rsid w:val="00C169DD"/>
    <w:rsid w:val="00C219DC"/>
    <w:rsid w:val="00C36F29"/>
    <w:rsid w:val="00C408CB"/>
    <w:rsid w:val="00C421E6"/>
    <w:rsid w:val="00C44D1F"/>
    <w:rsid w:val="00C4534D"/>
    <w:rsid w:val="00C477AD"/>
    <w:rsid w:val="00C504D7"/>
    <w:rsid w:val="00C5685B"/>
    <w:rsid w:val="00C64A84"/>
    <w:rsid w:val="00C7184F"/>
    <w:rsid w:val="00C72941"/>
    <w:rsid w:val="00C7454B"/>
    <w:rsid w:val="00C76BC2"/>
    <w:rsid w:val="00C92EF9"/>
    <w:rsid w:val="00C937B2"/>
    <w:rsid w:val="00C96AAD"/>
    <w:rsid w:val="00CB7468"/>
    <w:rsid w:val="00CC3862"/>
    <w:rsid w:val="00CC6F57"/>
    <w:rsid w:val="00CE05A4"/>
    <w:rsid w:val="00CE331A"/>
    <w:rsid w:val="00CE4472"/>
    <w:rsid w:val="00CF2C67"/>
    <w:rsid w:val="00D05291"/>
    <w:rsid w:val="00D170FE"/>
    <w:rsid w:val="00D25211"/>
    <w:rsid w:val="00D276A2"/>
    <w:rsid w:val="00D368AA"/>
    <w:rsid w:val="00D37A82"/>
    <w:rsid w:val="00D41B4F"/>
    <w:rsid w:val="00D535BB"/>
    <w:rsid w:val="00D57B2A"/>
    <w:rsid w:val="00D6043A"/>
    <w:rsid w:val="00D655C0"/>
    <w:rsid w:val="00D726D6"/>
    <w:rsid w:val="00D72DA3"/>
    <w:rsid w:val="00D761C4"/>
    <w:rsid w:val="00D824DC"/>
    <w:rsid w:val="00D934D4"/>
    <w:rsid w:val="00D95A54"/>
    <w:rsid w:val="00D96649"/>
    <w:rsid w:val="00DA5094"/>
    <w:rsid w:val="00DB3F6C"/>
    <w:rsid w:val="00DC38DF"/>
    <w:rsid w:val="00DD3402"/>
    <w:rsid w:val="00DD4893"/>
    <w:rsid w:val="00DD7AA9"/>
    <w:rsid w:val="00DD7C3B"/>
    <w:rsid w:val="00DE41A3"/>
    <w:rsid w:val="00DF13E5"/>
    <w:rsid w:val="00E010E8"/>
    <w:rsid w:val="00E06AE9"/>
    <w:rsid w:val="00E06AF5"/>
    <w:rsid w:val="00E13D7E"/>
    <w:rsid w:val="00E15523"/>
    <w:rsid w:val="00E243B1"/>
    <w:rsid w:val="00E26E0A"/>
    <w:rsid w:val="00E32A27"/>
    <w:rsid w:val="00E362FF"/>
    <w:rsid w:val="00E42CF7"/>
    <w:rsid w:val="00E622B2"/>
    <w:rsid w:val="00E65EA4"/>
    <w:rsid w:val="00E66654"/>
    <w:rsid w:val="00E81AFA"/>
    <w:rsid w:val="00E84CE1"/>
    <w:rsid w:val="00E9001E"/>
    <w:rsid w:val="00E90521"/>
    <w:rsid w:val="00E90F91"/>
    <w:rsid w:val="00E9369F"/>
    <w:rsid w:val="00E960BC"/>
    <w:rsid w:val="00E9745C"/>
    <w:rsid w:val="00EA2B8A"/>
    <w:rsid w:val="00EA53F3"/>
    <w:rsid w:val="00EB1376"/>
    <w:rsid w:val="00EB51E1"/>
    <w:rsid w:val="00EB6EBF"/>
    <w:rsid w:val="00EB6F28"/>
    <w:rsid w:val="00EC0D53"/>
    <w:rsid w:val="00EC5C85"/>
    <w:rsid w:val="00ED376C"/>
    <w:rsid w:val="00ED53DD"/>
    <w:rsid w:val="00ED65D4"/>
    <w:rsid w:val="00EE100C"/>
    <w:rsid w:val="00EE2ABF"/>
    <w:rsid w:val="00EE5C39"/>
    <w:rsid w:val="00EE6337"/>
    <w:rsid w:val="00EF230F"/>
    <w:rsid w:val="00EF6978"/>
    <w:rsid w:val="00F02BDE"/>
    <w:rsid w:val="00F101F7"/>
    <w:rsid w:val="00F23564"/>
    <w:rsid w:val="00F24C41"/>
    <w:rsid w:val="00F31713"/>
    <w:rsid w:val="00F44D5B"/>
    <w:rsid w:val="00F4678F"/>
    <w:rsid w:val="00F540F9"/>
    <w:rsid w:val="00F54C53"/>
    <w:rsid w:val="00F558A7"/>
    <w:rsid w:val="00F60941"/>
    <w:rsid w:val="00F627C5"/>
    <w:rsid w:val="00F7239E"/>
    <w:rsid w:val="00F84816"/>
    <w:rsid w:val="00F872C5"/>
    <w:rsid w:val="00FA62EC"/>
    <w:rsid w:val="00FD0728"/>
    <w:rsid w:val="00FE38E5"/>
    <w:rsid w:val="00FF000F"/>
    <w:rsid w:val="00FF26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>
      <o:colormru v:ext="edit" colors="#fc0"/>
    </o:shapedefaults>
    <o:shapelayout v:ext="edit">
      <o:idmap v:ext="edit" data="1"/>
    </o:shapelayout>
  </w:shapeDefaults>
  <w:decimalSymbol w:val="."/>
  <w:listSeparator w:val=","/>
  <w15:docId w15:val="{C12BADFE-609B-4D2F-8AF9-B21369B9FA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lang w:val="en-AU" w:eastAsia="en-AU" w:bidi="ar-SA"/>
      </w:rPr>
    </w:rPrDefault>
    <w:pPrDefault/>
  </w:docDefaults>
  <w:latentStyles w:defLockedState="1" w:defUIPriority="0" w:defSemiHidden="0" w:defUnhideWhenUsed="0" w:defQFormat="0" w:count="375">
    <w:lsdException w:name="Normal" w:locked="0"/>
    <w:lsdException w:name="heading 4" w:locked="0" w:semiHidden="1" w:unhideWhenUsed="1" w:qFormat="1"/>
    <w:lsdException w:name="heading 5" w:locked="0" w:semiHidden="1" w:unhideWhenUsed="1" w:qFormat="1"/>
    <w:lsdException w:name="heading 6" w:locked="0" w:semiHidden="1" w:unhideWhenUsed="1" w:qFormat="1"/>
    <w:lsdException w:name="heading 7" w:locked="0" w:semiHidden="1" w:unhideWhenUsed="1" w:qFormat="1"/>
    <w:lsdException w:name="heading 8" w:locked="0" w:semiHidden="1" w:unhideWhenUsed="1" w:qFormat="1"/>
    <w:lsdException w:name="heading 9" w:locked="0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locked="0" w:semiHidden="1" w:unhideWhenUsed="1"/>
    <w:lsdException w:name="toc 6" w:locked="0" w:semiHidden="1" w:unhideWhenUsed="1"/>
    <w:lsdException w:name="toc 7" w:locked="0" w:semiHidden="1" w:unhideWhenUsed="1"/>
    <w:lsdException w:name="toc 8" w:locked="0" w:semiHidden="1" w:unhideWhenUsed="1"/>
    <w:lsdException w:name="toc 9" w:locked="0" w:semiHidden="1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0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locked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/>
    <w:lsdException w:name="Salutation" w:semiHidden="1"/>
    <w:lsdException w:name="Date" w:semiHidden="1"/>
    <w:lsdException w:name="Body Text First Indent" w:semiHidden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iPriority="99" w:unhideWhenUsed="1"/>
    <w:lsdException w:name="FollowedHyperlink" w:semiHidden="1" w:unhideWhenUsed="1"/>
    <w:lsdException w:name="Strong" w:semiHidden="1"/>
    <w:lsdException w:name="Emphasis" w:semiHidden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Theme" w:semiHidden="1" w:unhideWhenUsed="1"/>
    <w:lsdException w:name="Placeholder Text" w:locked="0" w:semiHidden="1" w:uiPriority="99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 w:uiPriority="99"/>
    <w:lsdException w:name="List Paragraph" w:semiHidden="1" w:uiPriority="34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locked="0" w:semiHidden="1" w:uiPriority="37" w:unhideWhenUsed="1"/>
    <w:lsdException w:name="TOC Heading" w:locked="0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  <w:lsdException w:name="Mention" w:locked="0" w:semiHidden="1" w:uiPriority="99" w:unhideWhenUsed="1"/>
    <w:lsdException w:name="Smart Hyperlink" w:locked="0" w:semiHidden="1" w:uiPriority="99" w:unhideWhenUsed="1"/>
    <w:lsdException w:name="Hashtag" w:locked="0" w:semiHidden="1" w:uiPriority="99" w:unhideWhenUsed="1"/>
    <w:lsdException w:name="Unresolved Mention" w:locked="0" w:semiHidden="1" w:uiPriority="99" w:unhideWhenUsed="1"/>
  </w:latentStyles>
  <w:style w:type="paragraph" w:default="1" w:styleId="Normal">
    <w:name w:val="Normal"/>
    <w:rsid w:val="00743D3C"/>
    <w:rPr>
      <w:rFonts w:ascii="Arial" w:hAnsi="Arial"/>
      <w:sz w:val="22"/>
    </w:rPr>
  </w:style>
  <w:style w:type="paragraph" w:styleId="Heading1">
    <w:name w:val="heading 1"/>
    <w:basedOn w:val="Normal"/>
    <w:next w:val="Heading2"/>
    <w:semiHidden/>
    <w:locked/>
    <w:rsid w:val="00743D3C"/>
    <w:pPr>
      <w:keepNext/>
      <w:numPr>
        <w:numId w:val="6"/>
      </w:numPr>
      <w:spacing w:before="240"/>
      <w:jc w:val="both"/>
      <w:outlineLvl w:val="0"/>
    </w:pPr>
    <w:rPr>
      <w:b/>
      <w:smallCaps/>
    </w:rPr>
  </w:style>
  <w:style w:type="paragraph" w:styleId="Heading2">
    <w:name w:val="heading 2"/>
    <w:basedOn w:val="Normal"/>
    <w:next w:val="Normal"/>
    <w:semiHidden/>
    <w:locked/>
    <w:rsid w:val="00743D3C"/>
    <w:pPr>
      <w:numPr>
        <w:ilvl w:val="1"/>
        <w:numId w:val="6"/>
      </w:numPr>
      <w:spacing w:before="240"/>
      <w:jc w:val="both"/>
      <w:outlineLvl w:val="1"/>
    </w:pPr>
    <w:rPr>
      <w:color w:val="000000"/>
    </w:rPr>
  </w:style>
  <w:style w:type="paragraph" w:styleId="Heading3">
    <w:name w:val="heading 3"/>
    <w:basedOn w:val="Normal"/>
    <w:next w:val="Normal"/>
    <w:semiHidden/>
    <w:locked/>
    <w:rsid w:val="00743D3C"/>
    <w:pPr>
      <w:keepNext/>
      <w:numPr>
        <w:ilvl w:val="2"/>
        <w:numId w:val="6"/>
      </w:numPr>
      <w:spacing w:before="240"/>
      <w:outlineLvl w:val="2"/>
    </w:pPr>
  </w:style>
  <w:style w:type="character" w:default="1" w:styleId="DefaultParagraphFont">
    <w:name w:val="Default Paragraph Font"/>
    <w:uiPriority w:val="1"/>
    <w:semiHidden/>
    <w:unhideWhenUsed/>
    <w:rsid w:val="00743D3C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743D3C"/>
  </w:style>
  <w:style w:type="character" w:styleId="FootnoteReference">
    <w:name w:val="footnote reference"/>
    <w:basedOn w:val="DefaultParagraphFont"/>
    <w:semiHidden/>
    <w:rsid w:val="00743D3C"/>
    <w:rPr>
      <w:vertAlign w:val="superscript"/>
    </w:rPr>
  </w:style>
  <w:style w:type="paragraph" w:customStyle="1" w:styleId="MainHeading">
    <w:name w:val="Main Heading"/>
    <w:basedOn w:val="Normal"/>
    <w:qFormat/>
    <w:rsid w:val="00743D3C"/>
    <w:pPr>
      <w:keepNext/>
      <w:suppressAutoHyphens/>
      <w:spacing w:before="120" w:after="240"/>
      <w:jc w:val="center"/>
    </w:pPr>
    <w:rPr>
      <w:b/>
      <w:caps/>
    </w:rPr>
  </w:style>
  <w:style w:type="paragraph" w:customStyle="1" w:styleId="MinorHeading">
    <w:name w:val="Minor Heading"/>
    <w:basedOn w:val="Normal"/>
    <w:qFormat/>
    <w:rsid w:val="00743D3C"/>
    <w:pPr>
      <w:keepNext/>
      <w:spacing w:before="120" w:after="120"/>
    </w:pPr>
    <w:rPr>
      <w:b/>
    </w:rPr>
  </w:style>
  <w:style w:type="paragraph" w:customStyle="1" w:styleId="Subheading">
    <w:name w:val="Subheading"/>
    <w:basedOn w:val="Normal"/>
    <w:uiPriority w:val="9"/>
    <w:qFormat/>
    <w:rsid w:val="00743D3C"/>
    <w:pPr>
      <w:keepNext/>
      <w:spacing w:before="120" w:after="120"/>
    </w:pPr>
    <w:rPr>
      <w:b/>
      <w:i/>
    </w:rPr>
  </w:style>
  <w:style w:type="paragraph" w:styleId="FootnoteText">
    <w:name w:val="footnote text"/>
    <w:basedOn w:val="Normal"/>
    <w:semiHidden/>
    <w:rsid w:val="00743D3C"/>
    <w:pPr>
      <w:keepLines/>
      <w:spacing w:before="60" w:after="60"/>
      <w:ind w:left="720" w:hanging="720"/>
      <w:jc w:val="both"/>
    </w:pPr>
  </w:style>
  <w:style w:type="paragraph" w:customStyle="1" w:styleId="NumberedText1">
    <w:name w:val="Numbered Text 1"/>
    <w:qFormat/>
    <w:rsid w:val="00743D3C"/>
    <w:pPr>
      <w:numPr>
        <w:numId w:val="8"/>
      </w:numPr>
      <w:spacing w:before="240"/>
      <w:jc w:val="both"/>
    </w:pPr>
    <w:rPr>
      <w:rFonts w:ascii="Arial" w:hAnsi="Arial"/>
      <w:sz w:val="22"/>
    </w:rPr>
  </w:style>
  <w:style w:type="numbering" w:customStyle="1" w:styleId="NumberedList1">
    <w:name w:val="NumberedList1"/>
    <w:rsid w:val="00743D3C"/>
    <w:pPr>
      <w:numPr>
        <w:numId w:val="8"/>
      </w:numPr>
    </w:pPr>
  </w:style>
  <w:style w:type="paragraph" w:customStyle="1" w:styleId="NumberedText3">
    <w:name w:val="Numbered Text 3"/>
    <w:qFormat/>
    <w:rsid w:val="00743D3C"/>
    <w:pPr>
      <w:numPr>
        <w:ilvl w:val="1"/>
        <w:numId w:val="8"/>
      </w:numPr>
      <w:spacing w:before="240"/>
      <w:jc w:val="both"/>
    </w:pPr>
    <w:rPr>
      <w:rFonts w:ascii="Arial" w:hAnsi="Arial"/>
      <w:sz w:val="22"/>
    </w:rPr>
  </w:style>
  <w:style w:type="paragraph" w:customStyle="1" w:styleId="NumberedText4">
    <w:name w:val="Numbered Text 4"/>
    <w:qFormat/>
    <w:rsid w:val="00743D3C"/>
    <w:pPr>
      <w:numPr>
        <w:ilvl w:val="2"/>
        <w:numId w:val="8"/>
      </w:numPr>
      <w:spacing w:before="240"/>
      <w:jc w:val="both"/>
    </w:pPr>
    <w:rPr>
      <w:rFonts w:ascii="Arial" w:hAnsi="Arial"/>
      <w:sz w:val="22"/>
    </w:rPr>
  </w:style>
  <w:style w:type="paragraph" w:customStyle="1" w:styleId="BulletText1">
    <w:name w:val="Bullet Text 1"/>
    <w:basedOn w:val="Normal"/>
    <w:rsid w:val="00743D3C"/>
    <w:pPr>
      <w:numPr>
        <w:numId w:val="1"/>
      </w:numPr>
      <w:suppressAutoHyphens/>
      <w:spacing w:before="240"/>
    </w:pPr>
    <w:rPr>
      <w:szCs w:val="20"/>
    </w:rPr>
  </w:style>
  <w:style w:type="paragraph" w:customStyle="1" w:styleId="BulletText2">
    <w:name w:val="Bullet Text 2"/>
    <w:basedOn w:val="Normal"/>
    <w:rsid w:val="00743D3C"/>
    <w:pPr>
      <w:numPr>
        <w:numId w:val="2"/>
      </w:numPr>
      <w:suppressAutoHyphens/>
      <w:spacing w:before="240"/>
    </w:pPr>
    <w:rPr>
      <w:szCs w:val="20"/>
    </w:rPr>
  </w:style>
  <w:style w:type="paragraph" w:customStyle="1" w:styleId="BulletText3">
    <w:name w:val="Bullet Text 3"/>
    <w:basedOn w:val="Normal"/>
    <w:rsid w:val="00743D3C"/>
    <w:pPr>
      <w:numPr>
        <w:numId w:val="3"/>
      </w:numPr>
      <w:suppressAutoHyphens/>
      <w:spacing w:before="240"/>
    </w:pPr>
    <w:rPr>
      <w:szCs w:val="20"/>
    </w:rPr>
  </w:style>
  <w:style w:type="paragraph" w:customStyle="1" w:styleId="BulletText4">
    <w:name w:val="Bullet Text 4"/>
    <w:basedOn w:val="Normal"/>
    <w:rsid w:val="00743D3C"/>
    <w:pPr>
      <w:numPr>
        <w:numId w:val="4"/>
      </w:numPr>
      <w:suppressAutoHyphens/>
      <w:spacing w:before="240"/>
    </w:pPr>
    <w:rPr>
      <w:szCs w:val="20"/>
    </w:rPr>
  </w:style>
  <w:style w:type="paragraph" w:customStyle="1" w:styleId="NumberedHeading2">
    <w:name w:val="Numbered Heading 2"/>
    <w:next w:val="FPBodyText1"/>
    <w:qFormat/>
    <w:rsid w:val="00743D3C"/>
    <w:pPr>
      <w:keepNext/>
      <w:numPr>
        <w:ilvl w:val="1"/>
        <w:numId w:val="7"/>
      </w:numPr>
      <w:suppressAutoHyphens/>
      <w:spacing w:before="240"/>
      <w:outlineLvl w:val="1"/>
    </w:pPr>
    <w:rPr>
      <w:rFonts w:ascii="Arial" w:hAnsi="Arial"/>
      <w:b/>
      <w:sz w:val="22"/>
    </w:rPr>
  </w:style>
  <w:style w:type="paragraph" w:customStyle="1" w:styleId="NumberedHeading1">
    <w:name w:val="Numbered Heading 1"/>
    <w:next w:val="FPBodyText1"/>
    <w:qFormat/>
    <w:rsid w:val="00743D3C"/>
    <w:pPr>
      <w:keepNext/>
      <w:numPr>
        <w:numId w:val="7"/>
      </w:numPr>
      <w:suppressAutoHyphens/>
      <w:spacing w:before="240"/>
      <w:outlineLvl w:val="0"/>
    </w:pPr>
    <w:rPr>
      <w:rFonts w:ascii="Arial" w:hAnsi="Arial"/>
      <w:b/>
      <w:caps/>
      <w:sz w:val="22"/>
    </w:rPr>
  </w:style>
  <w:style w:type="paragraph" w:customStyle="1" w:styleId="NumberedHeading3">
    <w:name w:val="Numbered Heading 3"/>
    <w:next w:val="FPBodyText2"/>
    <w:qFormat/>
    <w:rsid w:val="00743D3C"/>
    <w:pPr>
      <w:keepNext/>
      <w:numPr>
        <w:ilvl w:val="2"/>
        <w:numId w:val="7"/>
      </w:numPr>
      <w:suppressAutoHyphens/>
      <w:spacing w:before="240"/>
      <w:outlineLvl w:val="2"/>
    </w:pPr>
    <w:rPr>
      <w:rFonts w:ascii="Arial" w:hAnsi="Arial"/>
      <w:b/>
      <w:sz w:val="22"/>
    </w:rPr>
  </w:style>
  <w:style w:type="paragraph" w:customStyle="1" w:styleId="NumberedHeading4">
    <w:name w:val="Numbered Heading 4"/>
    <w:basedOn w:val="NumberedHeading3"/>
    <w:next w:val="FPBodyText3"/>
    <w:qFormat/>
    <w:rsid w:val="00743D3C"/>
    <w:pPr>
      <w:numPr>
        <w:ilvl w:val="3"/>
      </w:numPr>
    </w:pPr>
  </w:style>
  <w:style w:type="paragraph" w:styleId="TOC1">
    <w:name w:val="toc 1"/>
    <w:basedOn w:val="Normal"/>
    <w:next w:val="Normal"/>
    <w:locked/>
    <w:rsid w:val="00743D3C"/>
    <w:pPr>
      <w:tabs>
        <w:tab w:val="left" w:pos="709"/>
        <w:tab w:val="right" w:leader="dot" w:pos="8351"/>
      </w:tabs>
      <w:ind w:left="720" w:hanging="720"/>
    </w:pPr>
    <w:rPr>
      <w:b/>
      <w:caps/>
      <w:noProof/>
    </w:rPr>
  </w:style>
  <w:style w:type="paragraph" w:styleId="TOC2">
    <w:name w:val="toc 2"/>
    <w:basedOn w:val="Normal"/>
    <w:next w:val="Normal"/>
    <w:locked/>
    <w:rsid w:val="00743D3C"/>
    <w:pPr>
      <w:tabs>
        <w:tab w:val="left" w:pos="1700"/>
        <w:tab w:val="right" w:leader="dot" w:pos="8351"/>
      </w:tabs>
      <w:ind w:left="1440" w:hanging="720"/>
    </w:pPr>
    <w:rPr>
      <w:caps/>
      <w:noProof/>
    </w:rPr>
  </w:style>
  <w:style w:type="paragraph" w:styleId="TOC3">
    <w:name w:val="toc 3"/>
    <w:basedOn w:val="Normal"/>
    <w:next w:val="Normal"/>
    <w:semiHidden/>
    <w:locked/>
    <w:rsid w:val="00743D3C"/>
    <w:pPr>
      <w:tabs>
        <w:tab w:val="left" w:pos="2410"/>
        <w:tab w:val="right" w:leader="dot" w:pos="8351"/>
      </w:tabs>
      <w:ind w:left="2160" w:hanging="720"/>
    </w:pPr>
    <w:rPr>
      <w:noProof/>
    </w:rPr>
  </w:style>
  <w:style w:type="paragraph" w:styleId="TOC4">
    <w:name w:val="toc 4"/>
    <w:basedOn w:val="Normal"/>
    <w:next w:val="Normal"/>
    <w:semiHidden/>
    <w:locked/>
    <w:rsid w:val="00743D3C"/>
    <w:pPr>
      <w:tabs>
        <w:tab w:val="left" w:pos="2694"/>
        <w:tab w:val="right" w:leader="dot" w:pos="8351"/>
      </w:tabs>
      <w:ind w:left="2880" w:hanging="720"/>
    </w:pPr>
    <w:rPr>
      <w:noProof/>
    </w:rPr>
  </w:style>
  <w:style w:type="paragraph" w:styleId="Footer">
    <w:name w:val="footer"/>
    <w:basedOn w:val="Normal"/>
    <w:semiHidden/>
    <w:locked/>
    <w:rsid w:val="00743D3C"/>
    <w:pPr>
      <w:tabs>
        <w:tab w:val="center" w:pos="4153"/>
        <w:tab w:val="right" w:pos="8306"/>
      </w:tabs>
    </w:pPr>
  </w:style>
  <w:style w:type="paragraph" w:styleId="Header">
    <w:name w:val="header"/>
    <w:basedOn w:val="Normal"/>
    <w:semiHidden/>
    <w:locked/>
    <w:rsid w:val="00743D3C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semiHidden/>
    <w:rsid w:val="00743D3C"/>
  </w:style>
  <w:style w:type="character" w:styleId="Hyperlink">
    <w:name w:val="Hyperlink"/>
    <w:basedOn w:val="DefaultParagraphFont"/>
    <w:uiPriority w:val="99"/>
    <w:rsid w:val="00743D3C"/>
    <w:rPr>
      <w:color w:val="0000FF"/>
      <w:u w:val="single"/>
    </w:rPr>
  </w:style>
  <w:style w:type="character" w:styleId="CommentReference">
    <w:name w:val="annotation reference"/>
    <w:basedOn w:val="DefaultParagraphFont"/>
    <w:semiHidden/>
    <w:rsid w:val="00743D3C"/>
    <w:rPr>
      <w:sz w:val="16"/>
    </w:rPr>
  </w:style>
  <w:style w:type="paragraph" w:styleId="CommentText">
    <w:name w:val="annotation text"/>
    <w:basedOn w:val="Normal"/>
    <w:semiHidden/>
    <w:rsid w:val="00743D3C"/>
  </w:style>
  <w:style w:type="paragraph" w:styleId="BalloonText">
    <w:name w:val="Balloon Text"/>
    <w:basedOn w:val="Normal"/>
    <w:semiHidden/>
    <w:rsid w:val="00743D3C"/>
    <w:rPr>
      <w:rFonts w:ascii="Tahoma" w:hAnsi="Tahoma" w:cs="Tahoma"/>
      <w:sz w:val="16"/>
      <w:szCs w:val="16"/>
    </w:rPr>
  </w:style>
  <w:style w:type="paragraph" w:customStyle="1" w:styleId="NumberedText5">
    <w:name w:val="Numbered Text 5"/>
    <w:uiPriority w:val="7"/>
    <w:qFormat/>
    <w:rsid w:val="00743D3C"/>
    <w:pPr>
      <w:numPr>
        <w:ilvl w:val="3"/>
        <w:numId w:val="8"/>
      </w:numPr>
      <w:spacing w:before="240"/>
      <w:jc w:val="both"/>
    </w:pPr>
    <w:rPr>
      <w:rFonts w:ascii="Arial" w:hAnsi="Arial"/>
      <w:sz w:val="22"/>
    </w:rPr>
  </w:style>
  <w:style w:type="paragraph" w:customStyle="1" w:styleId="FPBodyText1">
    <w:name w:val="FP Body Text 1"/>
    <w:rsid w:val="00743D3C"/>
    <w:pPr>
      <w:tabs>
        <w:tab w:val="left" w:pos="720"/>
      </w:tabs>
      <w:spacing w:before="240"/>
      <w:jc w:val="both"/>
    </w:pPr>
    <w:rPr>
      <w:rFonts w:ascii="Arial" w:hAnsi="Arial"/>
      <w:snapToGrid w:val="0"/>
      <w:sz w:val="22"/>
      <w:lang w:eastAsia="en-US"/>
    </w:rPr>
  </w:style>
  <w:style w:type="paragraph" w:customStyle="1" w:styleId="FPBodyText2">
    <w:name w:val="FP Body Text 2"/>
    <w:rsid w:val="00743D3C"/>
    <w:pPr>
      <w:spacing w:before="240"/>
      <w:ind w:left="720"/>
      <w:jc w:val="both"/>
    </w:pPr>
    <w:rPr>
      <w:rFonts w:ascii="Arial" w:hAnsi="Arial"/>
      <w:snapToGrid w:val="0"/>
      <w:sz w:val="22"/>
      <w:lang w:eastAsia="en-US"/>
    </w:rPr>
  </w:style>
  <w:style w:type="paragraph" w:customStyle="1" w:styleId="FPBodyText3">
    <w:name w:val="FP Body Text 3"/>
    <w:rsid w:val="00743D3C"/>
    <w:pPr>
      <w:spacing w:before="240"/>
      <w:ind w:left="1440"/>
      <w:jc w:val="both"/>
    </w:pPr>
    <w:rPr>
      <w:rFonts w:ascii="Arial" w:hAnsi="Arial"/>
      <w:snapToGrid w:val="0"/>
      <w:sz w:val="22"/>
      <w:lang w:eastAsia="en-US"/>
    </w:rPr>
  </w:style>
  <w:style w:type="paragraph" w:customStyle="1" w:styleId="FPBodyText4">
    <w:name w:val="FP Body Text 4"/>
    <w:rsid w:val="00743D3C"/>
    <w:pPr>
      <w:spacing w:before="240"/>
      <w:ind w:left="2160"/>
      <w:jc w:val="both"/>
    </w:pPr>
    <w:rPr>
      <w:rFonts w:ascii="Arial" w:hAnsi="Arial"/>
      <w:snapToGrid w:val="0"/>
      <w:sz w:val="22"/>
      <w:lang w:eastAsia="en-US"/>
    </w:rPr>
  </w:style>
  <w:style w:type="paragraph" w:customStyle="1" w:styleId="FPBodyText5">
    <w:name w:val="FP Body Text 5"/>
    <w:rsid w:val="00743D3C"/>
    <w:pPr>
      <w:spacing w:before="240"/>
      <w:ind w:left="2835"/>
    </w:pPr>
    <w:rPr>
      <w:rFonts w:ascii="Arial" w:hAnsi="Arial"/>
      <w:sz w:val="22"/>
      <w:lang w:eastAsia="en-US"/>
    </w:rPr>
  </w:style>
  <w:style w:type="paragraph" w:customStyle="1" w:styleId="AutoTexti">
    <w:name w:val="AutoText(i)"/>
    <w:uiPriority w:val="99"/>
    <w:rsid w:val="00743D3C"/>
    <w:pPr>
      <w:spacing w:before="240"/>
      <w:ind w:left="1440" w:hanging="720"/>
    </w:pPr>
    <w:rPr>
      <w:snapToGrid w:val="0"/>
      <w:lang w:eastAsia="en-US"/>
    </w:rPr>
  </w:style>
  <w:style w:type="paragraph" w:styleId="Quote">
    <w:name w:val="Quote"/>
    <w:next w:val="FPBodyText1"/>
    <w:semiHidden/>
    <w:locked/>
    <w:rsid w:val="00743D3C"/>
    <w:pPr>
      <w:spacing w:before="240"/>
      <w:ind w:left="720" w:right="720"/>
      <w:jc w:val="both"/>
    </w:pPr>
    <w:rPr>
      <w:i/>
      <w:snapToGrid w:val="0"/>
      <w:lang w:eastAsia="en-US"/>
    </w:rPr>
  </w:style>
  <w:style w:type="paragraph" w:customStyle="1" w:styleId="Quotea">
    <w:name w:val="Quote(a)"/>
    <w:uiPriority w:val="99"/>
    <w:rsid w:val="00743D3C"/>
    <w:pPr>
      <w:tabs>
        <w:tab w:val="left" w:pos="2160"/>
      </w:tabs>
      <w:spacing w:before="240"/>
      <w:ind w:left="2160" w:hanging="720"/>
      <w:jc w:val="both"/>
    </w:pPr>
    <w:rPr>
      <w:i/>
      <w:snapToGrid w:val="0"/>
      <w:lang w:eastAsia="en-US"/>
    </w:rPr>
  </w:style>
  <w:style w:type="paragraph" w:customStyle="1" w:styleId="Quote3">
    <w:name w:val="Quote3"/>
    <w:uiPriority w:val="99"/>
    <w:rsid w:val="00743D3C"/>
    <w:pPr>
      <w:spacing w:before="240"/>
      <w:ind w:left="1418"/>
    </w:pPr>
    <w:rPr>
      <w:i/>
      <w:snapToGrid w:val="0"/>
      <w:lang w:eastAsia="en-US"/>
    </w:rPr>
  </w:style>
  <w:style w:type="paragraph" w:customStyle="1" w:styleId="schedules">
    <w:name w:val="schedules"/>
    <w:next w:val="Normal"/>
    <w:uiPriority w:val="99"/>
    <w:qFormat/>
    <w:rsid w:val="00743D3C"/>
    <w:pPr>
      <w:tabs>
        <w:tab w:val="left" w:pos="2835"/>
      </w:tabs>
      <w:spacing w:after="120"/>
      <w:ind w:left="2835" w:hanging="2835"/>
    </w:pPr>
    <w:rPr>
      <w:rFonts w:ascii="Arial" w:hAnsi="Arial" w:cs="Arial"/>
      <w:b/>
      <w:caps/>
      <w:snapToGrid w:val="0"/>
      <w:szCs w:val="28"/>
      <w:lang w:eastAsia="en-US"/>
    </w:rPr>
  </w:style>
  <w:style w:type="paragraph" w:customStyle="1" w:styleId="BulletText5">
    <w:name w:val="Bullet Text 5"/>
    <w:rsid w:val="00743D3C"/>
    <w:pPr>
      <w:numPr>
        <w:numId w:val="5"/>
      </w:numPr>
      <w:spacing w:before="240"/>
    </w:pPr>
    <w:rPr>
      <w:rFonts w:ascii="Arial" w:hAnsi="Arial"/>
      <w:snapToGrid w:val="0"/>
      <w:sz w:val="22"/>
      <w:lang w:eastAsia="en-US"/>
    </w:rPr>
  </w:style>
  <w:style w:type="paragraph" w:customStyle="1" w:styleId="NumberedText6">
    <w:name w:val="Numbered Text 6"/>
    <w:uiPriority w:val="8"/>
    <w:qFormat/>
    <w:rsid w:val="00743D3C"/>
    <w:pPr>
      <w:numPr>
        <w:ilvl w:val="4"/>
        <w:numId w:val="8"/>
      </w:numPr>
      <w:spacing w:before="240"/>
      <w:jc w:val="both"/>
    </w:pPr>
    <w:rPr>
      <w:rFonts w:ascii="Arial" w:hAnsi="Arial"/>
      <w:sz w:val="22"/>
    </w:rPr>
  </w:style>
  <w:style w:type="paragraph" w:styleId="TOC5">
    <w:name w:val="toc 5"/>
    <w:basedOn w:val="Normal"/>
    <w:next w:val="Normal"/>
    <w:autoRedefine/>
    <w:semiHidden/>
    <w:rsid w:val="00743D3C"/>
    <w:pPr>
      <w:ind w:left="800"/>
    </w:pPr>
  </w:style>
  <w:style w:type="paragraph" w:styleId="TOC6">
    <w:name w:val="toc 6"/>
    <w:basedOn w:val="Normal"/>
    <w:next w:val="Normal"/>
    <w:autoRedefine/>
    <w:semiHidden/>
    <w:rsid w:val="00743D3C"/>
    <w:pPr>
      <w:ind w:left="1000"/>
    </w:pPr>
  </w:style>
  <w:style w:type="paragraph" w:styleId="TOC7">
    <w:name w:val="toc 7"/>
    <w:basedOn w:val="Normal"/>
    <w:next w:val="Normal"/>
    <w:autoRedefine/>
    <w:semiHidden/>
    <w:rsid w:val="00743D3C"/>
    <w:pPr>
      <w:ind w:left="1200"/>
    </w:pPr>
  </w:style>
  <w:style w:type="paragraph" w:styleId="TOC8">
    <w:name w:val="toc 8"/>
    <w:basedOn w:val="Normal"/>
    <w:next w:val="Normal"/>
    <w:autoRedefine/>
    <w:semiHidden/>
    <w:rsid w:val="00743D3C"/>
    <w:pPr>
      <w:ind w:left="1400"/>
    </w:pPr>
  </w:style>
  <w:style w:type="paragraph" w:styleId="TOC9">
    <w:name w:val="toc 9"/>
    <w:basedOn w:val="Normal"/>
    <w:next w:val="Normal"/>
    <w:autoRedefine/>
    <w:semiHidden/>
    <w:rsid w:val="00743D3C"/>
    <w:pPr>
      <w:ind w:left="1600"/>
    </w:pPr>
  </w:style>
  <w:style w:type="character" w:customStyle="1" w:styleId="Manager">
    <w:name w:val="Manager"/>
    <w:basedOn w:val="DefaultParagraphFont"/>
    <w:uiPriority w:val="99"/>
    <w:rsid w:val="00743D3C"/>
  </w:style>
  <w:style w:type="paragraph" w:styleId="BodyText2">
    <w:name w:val="Body Text 2"/>
    <w:locked/>
    <w:rsid w:val="00743D3C"/>
    <w:pPr>
      <w:spacing w:after="120" w:line="480" w:lineRule="auto"/>
    </w:pPr>
    <w:rPr>
      <w:rFonts w:ascii="Arial" w:hAnsi="Arial"/>
      <w:sz w:val="22"/>
      <w:szCs w:val="20"/>
    </w:rPr>
  </w:style>
  <w:style w:type="paragraph" w:customStyle="1" w:styleId="NumberedText2">
    <w:name w:val="Numbered Text  2"/>
    <w:basedOn w:val="Normal"/>
    <w:semiHidden/>
    <w:rsid w:val="00743D3C"/>
    <w:pPr>
      <w:widowControl w:val="0"/>
      <w:tabs>
        <w:tab w:val="num" w:pos="2160"/>
      </w:tabs>
      <w:ind w:left="2160" w:hanging="360"/>
    </w:pPr>
    <w:rPr>
      <w:snapToGrid w:val="0"/>
      <w:lang w:eastAsia="en-US"/>
    </w:rPr>
  </w:style>
  <w:style w:type="paragraph" w:customStyle="1" w:styleId="AutoTextA">
    <w:name w:val="AutoText(A)"/>
    <w:uiPriority w:val="99"/>
    <w:rsid w:val="00743D3C"/>
    <w:pPr>
      <w:tabs>
        <w:tab w:val="left" w:pos="2127"/>
      </w:tabs>
      <w:spacing w:before="240"/>
      <w:ind w:left="2160" w:hanging="720"/>
    </w:pPr>
    <w:rPr>
      <w:snapToGrid w:val="0"/>
      <w:lang w:eastAsia="en-US"/>
    </w:rPr>
  </w:style>
  <w:style w:type="character" w:styleId="PlaceholderText">
    <w:name w:val="Placeholder Text"/>
    <w:basedOn w:val="DefaultParagraphFont"/>
    <w:uiPriority w:val="99"/>
    <w:semiHidden/>
    <w:rsid w:val="00743D3C"/>
    <w:rPr>
      <w:color w:val="808080"/>
    </w:rPr>
  </w:style>
  <w:style w:type="paragraph" w:customStyle="1" w:styleId="FPDefault">
    <w:name w:val="FP Default"/>
    <w:rsid w:val="00743D3C"/>
    <w:pPr>
      <w:jc w:val="both"/>
    </w:pPr>
    <w:rPr>
      <w:rFonts w:ascii="Arial" w:hAnsi="Arial"/>
      <w:sz w:val="22"/>
      <w:szCs w:val="20"/>
      <w:lang w:eastAsia="en-US"/>
    </w:rPr>
  </w:style>
  <w:style w:type="paragraph" w:customStyle="1" w:styleId="Heading">
    <w:name w:val="Heading"/>
    <w:next w:val="FPBodyText1"/>
    <w:rsid w:val="00743D3C"/>
    <w:pPr>
      <w:snapToGrid w:val="0"/>
      <w:spacing w:before="400" w:after="240"/>
    </w:pPr>
    <w:rPr>
      <w:rFonts w:ascii="Arial" w:hAnsi="Arial"/>
      <w:b/>
      <w:caps/>
      <w:sz w:val="22"/>
      <w:lang w:eastAsia="en-US"/>
    </w:rPr>
  </w:style>
  <w:style w:type="paragraph" w:customStyle="1" w:styleId="Signoff">
    <w:name w:val="Signoff"/>
    <w:next w:val="FPDefault"/>
    <w:rsid w:val="00743D3C"/>
    <w:pPr>
      <w:snapToGrid w:val="0"/>
      <w:spacing w:before="400"/>
    </w:pPr>
    <w:rPr>
      <w:rFonts w:ascii="Arial" w:hAnsi="Arial"/>
      <w:sz w:val="22"/>
      <w:szCs w:val="20"/>
      <w:lang w:eastAsia="en-US"/>
    </w:rPr>
  </w:style>
  <w:style w:type="paragraph" w:customStyle="1" w:styleId="FPFooter">
    <w:name w:val="FP Footer"/>
    <w:basedOn w:val="Normal"/>
    <w:rsid w:val="00743D3C"/>
    <w:pPr>
      <w:pBdr>
        <w:top w:val="single" w:sz="4" w:space="1" w:color="auto"/>
      </w:pBdr>
      <w:tabs>
        <w:tab w:val="right" w:pos="9072"/>
      </w:tabs>
      <w:jc w:val="both"/>
    </w:pPr>
    <w:rPr>
      <w:snapToGrid w:val="0"/>
      <w:sz w:val="20"/>
      <w:szCs w:val="20"/>
      <w:lang w:eastAsia="en-US"/>
    </w:rPr>
  </w:style>
  <w:style w:type="paragraph" w:styleId="BlockText">
    <w:name w:val="Block Text"/>
    <w:basedOn w:val="Normal"/>
    <w:semiHidden/>
    <w:locked/>
    <w:rsid w:val="00743D3C"/>
    <w:pPr>
      <w:widowControl w:val="0"/>
      <w:spacing w:after="120"/>
      <w:ind w:left="1440" w:right="1440"/>
    </w:pPr>
    <w:rPr>
      <w:snapToGrid w:val="0"/>
      <w:szCs w:val="20"/>
      <w:lang w:eastAsia="en-US"/>
    </w:rPr>
  </w:style>
  <w:style w:type="paragraph" w:customStyle="1" w:styleId="Presenter">
    <w:name w:val="Presenter"/>
    <w:rsid w:val="00743D3C"/>
    <w:pPr>
      <w:suppressAutoHyphens/>
      <w:spacing w:after="360" w:line="287" w:lineRule="atLeast"/>
      <w:jc w:val="center"/>
    </w:pPr>
    <w:rPr>
      <w:rFonts w:ascii="Arial" w:hAnsi="Arial"/>
      <w:szCs w:val="20"/>
    </w:rPr>
  </w:style>
  <w:style w:type="paragraph" w:customStyle="1" w:styleId="ReportNumber">
    <w:name w:val="Report Number"/>
    <w:rsid w:val="00743D3C"/>
    <w:pPr>
      <w:suppressAutoHyphens/>
      <w:spacing w:before="120" w:after="60" w:line="287" w:lineRule="atLeast"/>
      <w:jc w:val="right"/>
    </w:pPr>
    <w:rPr>
      <w:rFonts w:ascii="Arial" w:hAnsi="Arial"/>
      <w:szCs w:val="20"/>
    </w:rPr>
  </w:style>
  <w:style w:type="table" w:styleId="TableGrid">
    <w:name w:val="Table Grid"/>
    <w:basedOn w:val="TableNormal"/>
    <w:locked/>
    <w:rsid w:val="00743D3C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ubsection">
    <w:name w:val="subsection"/>
    <w:aliases w:val="ss"/>
    <w:basedOn w:val="Normal"/>
    <w:rsid w:val="00C408CB"/>
    <w:pPr>
      <w:tabs>
        <w:tab w:val="right" w:pos="1021"/>
      </w:tabs>
      <w:spacing w:before="180"/>
      <w:ind w:left="1134" w:hanging="1134"/>
    </w:pPr>
    <w:rPr>
      <w:rFonts w:ascii="Times New Roman" w:hAnsi="Times New Roman"/>
      <w:szCs w:val="20"/>
    </w:rPr>
  </w:style>
  <w:style w:type="paragraph" w:customStyle="1" w:styleId="notetext">
    <w:name w:val="note(text)"/>
    <w:aliases w:val="n"/>
    <w:basedOn w:val="Normal"/>
    <w:rsid w:val="00C408CB"/>
    <w:pPr>
      <w:spacing w:before="122" w:line="198" w:lineRule="exact"/>
      <w:ind w:left="1985" w:hanging="851"/>
    </w:pPr>
    <w:rPr>
      <w:rFonts w:ascii="Times New Roman" w:hAnsi="Times New Roman"/>
      <w:sz w:val="18"/>
      <w:szCs w:val="20"/>
    </w:rPr>
  </w:style>
  <w:style w:type="paragraph" w:styleId="ListParagraph">
    <w:name w:val="List Paragraph"/>
    <w:basedOn w:val="Normal"/>
    <w:uiPriority w:val="34"/>
    <w:semiHidden/>
    <w:locked/>
    <w:rsid w:val="00247F30"/>
    <w:pPr>
      <w:ind w:left="720"/>
      <w:contextualSpacing/>
    </w:pPr>
  </w:style>
  <w:style w:type="paragraph" w:customStyle="1" w:styleId="Default">
    <w:name w:val="Default"/>
    <w:rsid w:val="0051645D"/>
    <w:pPr>
      <w:autoSpaceDE w:val="0"/>
      <w:autoSpaceDN w:val="0"/>
      <w:adjustRightInd w:val="0"/>
    </w:pPr>
    <w:rPr>
      <w:rFonts w:ascii="Arial" w:hAnsi="Arial" w:cs="Arial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3673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15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51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77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Fpa\dfs1\apps1\Office2007Templates\Correspondence\FPLette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  <_dlc_DocId xmlns="d28c3364-9c87-4fd2-b124-8cbc06994606">JS5QVW2JKAJ4-60-514</_dlc_DocId>
    <_dlc_DocIdUrl xmlns="d28c3364-9c87-4fd2-b124-8cbc06994606">
      <Url>http://www.fremantleports.com.au/_layouts/DocIdRedir.aspx?ID=JS5QVW2JKAJ4-60-514</Url>
      <Description>JS5QVW2JKAJ4-60-514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AF56E86267F6B469D9291A3D61AF3CC" ma:contentTypeVersion="1" ma:contentTypeDescription="Create a new document." ma:contentTypeScope="" ma:versionID="f85e51b5b3c066ab9301203d8fe91e86">
  <xsd:schema xmlns:xsd="http://www.w3.org/2001/XMLSchema" xmlns:xs="http://www.w3.org/2001/XMLSchema" xmlns:p="http://schemas.microsoft.com/office/2006/metadata/properties" xmlns:ns1="http://schemas.microsoft.com/sharepoint/v3" xmlns:ns2="d28c3364-9c87-4fd2-b124-8cbc06994606" targetNamespace="http://schemas.microsoft.com/office/2006/metadata/properties" ma:root="true" ma:fieldsID="51dd9d7e83abebe95464f6f66ea9c079" ns1:_="" ns2:_="">
    <xsd:import namespace="http://schemas.microsoft.com/sharepoint/v3"/>
    <xsd:import namespace="d28c3364-9c87-4fd2-b124-8cbc06994606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11" nillable="true" ma:displayName="Scheduling Start Date" ma:description="" ma:hidden="true" ma:internalName="PublishingStartDate">
      <xsd:simpleType>
        <xsd:restriction base="dms:Unknown"/>
      </xsd:simpleType>
    </xsd:element>
    <xsd:element name="PublishingExpirationDate" ma:index="12" nillable="true" ma:displayName="Scheduling End Date" ma:description="" ma:hidden="true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8c3364-9c87-4fd2-b124-8cbc06994606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15EE1B-A6BE-4E60-96CA-5DA697A3579D}">
  <ds:schemaRefs>
    <ds:schemaRef ds:uri="d28c3364-9c87-4fd2-b124-8cbc06994606"/>
    <ds:schemaRef ds:uri="http://purl.org/dc/elements/1.1/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schemas.microsoft.com/sharepoint/v3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75A2F64B-0171-424A-9BEF-5BA19781875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45ACF8B-8B19-40D1-BCCB-70F9AA78E44B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0524B0CF-36BE-40AC-9033-31252ADF244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28c3364-9c87-4fd2-b124-8cbc0699460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6112A2CA-F4C1-4694-A87E-DA621F1623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FPLetter.dotm</Template>
  <TotalTime>0</TotalTime>
  <Pages>1</Pages>
  <Words>90</Words>
  <Characters>514</Characters>
  <Application>Microsoft Office Word</Application>
  <DocSecurity>4</DocSecurity>
  <PresentationFormat/>
  <Lines>4</Lines>
  <Paragraphs>1</Paragraphs>
  <Slides>0</Slides>
  <Notes>0</Notes>
  <HiddenSlides>0</HiddenSlides>
  <MMClips>0</MMClip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Title</vt:lpstr>
    </vt:vector>
  </TitlesOfParts>
  <Company>Fremantle Ports</Company>
  <LinksUpToDate>false</LinksUpToDate>
  <CharactersWithSpaces>603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Title</dc:title>
  <dc:subject>Title</dc:subject>
  <dc:creator>chalu_c</dc:creator>
  <cp:lastModifiedBy>Keren Hughes</cp:lastModifiedBy>
  <cp:revision>2</cp:revision>
  <cp:lastPrinted>2014-10-09T05:45:00Z</cp:lastPrinted>
  <dcterms:created xsi:type="dcterms:W3CDTF">2019-06-19T00:44:00Z</dcterms:created>
  <dcterms:modified xsi:type="dcterms:W3CDTF">2019-06-19T00:44:00Z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mmittee Name">
    <vt:lpwstr>Committee</vt:lpwstr>
  </property>
  <property fmtid="{D5CDD505-2E9C-101B-9397-08002B2CF9AE}" pid="3" name="Parliament">
    <vt:i4>99</vt:i4>
  </property>
  <property fmtid="{D5CDD505-2E9C-101B-9397-08002B2CF9AE}" pid="4" name="Session">
    <vt:i4>99</vt:i4>
  </property>
  <property fmtid="{D5CDD505-2E9C-101B-9397-08002B2CF9AE}" pid="5" name="Report Number">
    <vt:i4>0</vt:i4>
  </property>
  <property fmtid="{D5CDD505-2E9C-101B-9397-08002B2CF9AE}" pid="6" name="Document Date">
    <vt:filetime>1999-12-31T16:00:00Z</vt:filetime>
  </property>
  <property fmtid="{D5CDD505-2E9C-101B-9397-08002B2CF9AE}" pid="7" name="Document Number">
    <vt:i4>99</vt:i4>
  </property>
  <property fmtid="{D5CDD505-2E9C-101B-9397-08002B2CF9AE}" pid="8" name="Committee Code">
    <vt:lpwstr>COMM</vt:lpwstr>
  </property>
  <property fmtid="{D5CDD505-2E9C-101B-9397-08002B2CF9AE}" pid="9" name="Version Number">
    <vt:i4>0</vt:i4>
  </property>
  <property fmtid="{D5CDD505-2E9C-101B-9397-08002B2CF9AE}" pid="10" name="House">
    <vt:lpwstr>LACO</vt:lpwstr>
  </property>
  <property fmtid="{D5CDD505-2E9C-101B-9397-08002B2CF9AE}" pid="11" name="Final">
    <vt:bool>false</vt:bool>
  </property>
  <property fmtid="{D5CDD505-2E9C-101B-9397-08002B2CF9AE}" pid="12" name="Document Type">
    <vt:lpwstr>Report</vt:lpwstr>
  </property>
  <property fmtid="{D5CDD505-2E9C-101B-9397-08002B2CF9AE}" pid="13" name="ContentTypeId">
    <vt:lpwstr>0x0101006AF56E86267F6B469D9291A3D61AF3CC</vt:lpwstr>
  </property>
  <property fmtid="{D5CDD505-2E9C-101B-9397-08002B2CF9AE}" pid="14" name="_dlc_DocIdItemGuid">
    <vt:lpwstr>66e17d1d-794f-41ec-a0ad-ca6a780852c4</vt:lpwstr>
  </property>
</Properties>
</file>