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648" w:rsidRDefault="00B554BA" w:rsidP="00BE7636">
      <w:pPr>
        <w:pStyle w:val="Default"/>
        <w:jc w:val="center"/>
        <w:rPr>
          <w:bCs/>
          <w:i/>
          <w:color w:val="FF0000"/>
          <w:sz w:val="28"/>
          <w:szCs w:val="28"/>
        </w:rPr>
      </w:pPr>
      <w:bookmarkStart w:id="0" w:name="_GoBack"/>
      <w:bookmarkEnd w:id="0"/>
      <w:r w:rsidRPr="008C5648">
        <w:rPr>
          <w:bCs/>
          <w:i/>
          <w:color w:val="FF0000"/>
          <w:sz w:val="28"/>
          <w:szCs w:val="28"/>
        </w:rPr>
        <w:t xml:space="preserve">Operational </w:t>
      </w:r>
      <w:r w:rsidR="00BB207F">
        <w:rPr>
          <w:bCs/>
          <w:i/>
          <w:color w:val="FF0000"/>
          <w:sz w:val="28"/>
          <w:szCs w:val="28"/>
        </w:rPr>
        <w:t>r</w:t>
      </w:r>
      <w:r w:rsidRPr="008C5648">
        <w:rPr>
          <w:bCs/>
          <w:i/>
          <w:color w:val="FF0000"/>
          <w:sz w:val="28"/>
          <w:szCs w:val="28"/>
        </w:rPr>
        <w:t>equirement letter</w:t>
      </w:r>
      <w:r w:rsidR="008C5648">
        <w:rPr>
          <w:bCs/>
          <w:i/>
          <w:color w:val="FF0000"/>
          <w:sz w:val="28"/>
          <w:szCs w:val="28"/>
        </w:rPr>
        <w:t>s</w:t>
      </w:r>
      <w:r w:rsidRPr="008C5648">
        <w:rPr>
          <w:bCs/>
          <w:i/>
          <w:color w:val="FF0000"/>
          <w:sz w:val="28"/>
          <w:szCs w:val="28"/>
        </w:rPr>
        <w:t xml:space="preserve"> must be on</w:t>
      </w:r>
      <w:r w:rsidR="0041598E">
        <w:rPr>
          <w:bCs/>
          <w:i/>
          <w:color w:val="FF0000"/>
          <w:sz w:val="28"/>
          <w:szCs w:val="28"/>
        </w:rPr>
        <w:t xml:space="preserve"> company</w:t>
      </w:r>
    </w:p>
    <w:p w:rsidR="00BB207F" w:rsidRDefault="008C5648" w:rsidP="00BE7636">
      <w:pPr>
        <w:pStyle w:val="Default"/>
        <w:jc w:val="center"/>
        <w:rPr>
          <w:bCs/>
          <w:i/>
          <w:color w:val="FF0000"/>
          <w:sz w:val="28"/>
          <w:szCs w:val="28"/>
        </w:rPr>
      </w:pPr>
      <w:r>
        <w:rPr>
          <w:bCs/>
          <w:i/>
          <w:color w:val="FF0000"/>
          <w:sz w:val="28"/>
          <w:szCs w:val="28"/>
        </w:rPr>
        <w:t xml:space="preserve"> </w:t>
      </w:r>
      <w:r w:rsidR="00B554BA" w:rsidRPr="008C5648">
        <w:rPr>
          <w:bCs/>
          <w:i/>
          <w:color w:val="FF0000"/>
          <w:sz w:val="28"/>
          <w:szCs w:val="28"/>
        </w:rPr>
        <w:t>letterhead</w:t>
      </w:r>
      <w:r w:rsidR="00BB207F">
        <w:rPr>
          <w:bCs/>
          <w:i/>
          <w:color w:val="FF0000"/>
          <w:sz w:val="28"/>
          <w:szCs w:val="28"/>
        </w:rPr>
        <w:t xml:space="preserve"> and/or include below, </w:t>
      </w:r>
      <w:r w:rsidR="0041598E">
        <w:rPr>
          <w:bCs/>
          <w:i/>
          <w:color w:val="FF0000"/>
          <w:sz w:val="28"/>
          <w:szCs w:val="28"/>
        </w:rPr>
        <w:t xml:space="preserve">with current </w:t>
      </w:r>
      <w:r w:rsidR="00BB207F">
        <w:rPr>
          <w:bCs/>
          <w:i/>
          <w:color w:val="FF0000"/>
          <w:sz w:val="28"/>
          <w:szCs w:val="28"/>
        </w:rPr>
        <w:t xml:space="preserve">date </w:t>
      </w:r>
      <w:r w:rsidR="0041598E">
        <w:rPr>
          <w:bCs/>
          <w:i/>
          <w:color w:val="FF0000"/>
          <w:sz w:val="28"/>
          <w:szCs w:val="28"/>
        </w:rPr>
        <w:t>&amp; be</w:t>
      </w:r>
      <w:r w:rsidR="00BB207F">
        <w:rPr>
          <w:bCs/>
          <w:i/>
          <w:color w:val="FF0000"/>
          <w:sz w:val="28"/>
          <w:szCs w:val="28"/>
        </w:rPr>
        <w:t xml:space="preserve"> signed</w:t>
      </w:r>
    </w:p>
    <w:p w:rsidR="00D96F19" w:rsidRDefault="00D96F19" w:rsidP="00BE7636">
      <w:pPr>
        <w:pStyle w:val="Default"/>
        <w:jc w:val="center"/>
        <w:rPr>
          <w:sz w:val="28"/>
          <w:szCs w:val="28"/>
        </w:rPr>
      </w:pPr>
    </w:p>
    <w:p w:rsidR="00D96F19" w:rsidRPr="008D2B16" w:rsidRDefault="00BE7636" w:rsidP="00800C59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 w:rsidRPr="00B554BA">
        <w:rPr>
          <w:b/>
          <w:bCs/>
          <w:sz w:val="28"/>
          <w:szCs w:val="28"/>
        </w:rPr>
        <w:t xml:space="preserve"> </w:t>
      </w:r>
      <w:r w:rsidR="00D96F19" w:rsidRPr="008D2B16">
        <w:rPr>
          <w:rFonts w:ascii="Century Schoolbook" w:hAnsi="Century Schoolbook"/>
          <w:b/>
          <w:bCs/>
          <w:i/>
          <w:sz w:val="28"/>
          <w:szCs w:val="28"/>
        </w:rPr>
        <w:t>Company Name</w:t>
      </w:r>
    </w:p>
    <w:p w:rsidR="00D96F19" w:rsidRPr="008D2B16" w:rsidRDefault="00D96F19" w:rsidP="00800C59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 w:rsidRPr="008D2B16">
        <w:rPr>
          <w:rFonts w:ascii="Century Schoolbook" w:hAnsi="Century Schoolbook"/>
          <w:b/>
          <w:bCs/>
          <w:i/>
          <w:sz w:val="28"/>
          <w:szCs w:val="28"/>
        </w:rPr>
        <w:t xml:space="preserve">Address  </w:t>
      </w:r>
      <w:r w:rsidR="00B554BA" w:rsidRPr="008D2B16">
        <w:rPr>
          <w:rFonts w:ascii="Century Schoolbook" w:hAnsi="Century Schoolbook"/>
          <w:b/>
          <w:bCs/>
          <w:i/>
          <w:sz w:val="28"/>
          <w:szCs w:val="28"/>
        </w:rPr>
        <w:t xml:space="preserve">+ </w:t>
      </w:r>
      <w:r w:rsidR="00010A32">
        <w:rPr>
          <w:rFonts w:ascii="Century Schoolbook" w:hAnsi="Century Schoolbook"/>
          <w:b/>
          <w:bCs/>
          <w:i/>
          <w:sz w:val="28"/>
          <w:szCs w:val="28"/>
        </w:rPr>
        <w:t xml:space="preserve"> </w:t>
      </w:r>
      <w:r w:rsidRPr="008D2B16">
        <w:rPr>
          <w:rFonts w:ascii="Century Schoolbook" w:hAnsi="Century Schoolbook"/>
          <w:b/>
          <w:bCs/>
          <w:i/>
          <w:sz w:val="28"/>
          <w:szCs w:val="28"/>
        </w:rPr>
        <w:t>contact phone</w:t>
      </w:r>
    </w:p>
    <w:p w:rsidR="00D96F19" w:rsidRPr="008D2B16" w:rsidRDefault="00D96F19" w:rsidP="00800C59">
      <w:pPr>
        <w:pStyle w:val="Default"/>
        <w:spacing w:before="60"/>
        <w:jc w:val="center"/>
        <w:rPr>
          <w:rFonts w:ascii="Century Schoolbook" w:hAnsi="Century Schoolbook"/>
          <w:b/>
          <w:bCs/>
          <w:i/>
          <w:sz w:val="28"/>
          <w:szCs w:val="28"/>
        </w:rPr>
      </w:pPr>
      <w:r w:rsidRPr="008D2B16">
        <w:rPr>
          <w:rFonts w:ascii="Century Schoolbook" w:hAnsi="Century Schoolbook"/>
          <w:b/>
          <w:bCs/>
          <w:i/>
          <w:sz w:val="28"/>
          <w:szCs w:val="28"/>
        </w:rPr>
        <w:t>A B N  #</w:t>
      </w:r>
    </w:p>
    <w:p w:rsidR="00BE7636" w:rsidRDefault="00BE7636" w:rsidP="00BE7636">
      <w:pPr>
        <w:pStyle w:val="Default"/>
        <w:rPr>
          <w:sz w:val="23"/>
          <w:szCs w:val="23"/>
        </w:rPr>
      </w:pPr>
    </w:p>
    <w:p w:rsidR="00BE7636" w:rsidRDefault="00BE7636" w:rsidP="00BE7636">
      <w:pPr>
        <w:pStyle w:val="Default"/>
        <w:rPr>
          <w:sz w:val="23"/>
          <w:szCs w:val="23"/>
        </w:rPr>
      </w:pPr>
    </w:p>
    <w:p w:rsidR="00D96F19" w:rsidRDefault="00D96F19" w:rsidP="00BE7636">
      <w:pPr>
        <w:pStyle w:val="Default"/>
        <w:rPr>
          <w:sz w:val="23"/>
          <w:szCs w:val="23"/>
        </w:rPr>
      </w:pPr>
    </w:p>
    <w:p w:rsidR="00BE7636" w:rsidRPr="0009045B" w:rsidRDefault="00BE7636" w:rsidP="00BE7636">
      <w:pPr>
        <w:rPr>
          <w:color w:val="808080" w:themeColor="background1" w:themeShade="80"/>
        </w:rPr>
      </w:pPr>
      <w:r>
        <w:rPr>
          <w:color w:val="808080" w:themeColor="background1" w:themeShade="80"/>
        </w:rPr>
        <w:t>Date</w:t>
      </w:r>
    </w:p>
    <w:p w:rsidR="00BE7636" w:rsidRDefault="00BE7636" w:rsidP="00BE7636">
      <w:pPr>
        <w:pStyle w:val="FPDefault"/>
      </w:pPr>
    </w:p>
    <w:p w:rsidR="001E1DA9" w:rsidRDefault="001E1DA9" w:rsidP="00BE7636">
      <w:pPr>
        <w:pStyle w:val="FPDefault"/>
      </w:pPr>
    </w:p>
    <w:p w:rsidR="00BE7636" w:rsidRDefault="00BE7636" w:rsidP="00BE7636">
      <w:pPr>
        <w:pStyle w:val="FPDefault"/>
      </w:pPr>
      <w:r>
        <w:t>Fremantle Port</w:t>
      </w:r>
      <w:r w:rsidR="008749DE">
        <w:t>s</w:t>
      </w:r>
    </w:p>
    <w:p w:rsidR="00BE7636" w:rsidRDefault="00BE7636" w:rsidP="00BE7636">
      <w:pPr>
        <w:pStyle w:val="FPDefault"/>
      </w:pPr>
      <w:r>
        <w:t>1 Cliff St</w:t>
      </w:r>
    </w:p>
    <w:p w:rsidR="00BE7636" w:rsidRDefault="00BE7636" w:rsidP="00BE7636">
      <w:pPr>
        <w:pStyle w:val="FPDefault"/>
      </w:pPr>
      <w:r>
        <w:t>Fremantle WA 6160</w:t>
      </w:r>
    </w:p>
    <w:p w:rsidR="00BE7636" w:rsidRDefault="00BE7636" w:rsidP="00BE7636">
      <w:pPr>
        <w:pStyle w:val="Default"/>
        <w:rPr>
          <w:sz w:val="23"/>
          <w:szCs w:val="23"/>
        </w:rPr>
      </w:pPr>
    </w:p>
    <w:p w:rsidR="00BE7636" w:rsidRDefault="00BE7636" w:rsidP="00BE7636">
      <w:pPr>
        <w:pStyle w:val="Default"/>
        <w:rPr>
          <w:sz w:val="23"/>
          <w:szCs w:val="23"/>
        </w:rPr>
      </w:pPr>
    </w:p>
    <w:p w:rsidR="00BE7636" w:rsidRDefault="00BE7636" w:rsidP="00BE7636">
      <w:pPr>
        <w:pStyle w:val="FPDefault"/>
      </w:pPr>
      <w:r>
        <w:t>Attn: MSIC</w:t>
      </w:r>
    </w:p>
    <w:p w:rsidR="00BE7636" w:rsidRDefault="00BE7636" w:rsidP="00BE7636">
      <w:pPr>
        <w:pStyle w:val="FPDefault"/>
      </w:pPr>
    </w:p>
    <w:p w:rsidR="00BE7636" w:rsidRDefault="00BE7636" w:rsidP="00BE7636">
      <w:pPr>
        <w:pStyle w:val="Heading"/>
        <w:spacing w:line="360" w:lineRule="auto"/>
      </w:pPr>
      <w:r>
        <w:t>MSIC APPLICAtion - confirmation of operational need</w:t>
      </w:r>
    </w:p>
    <w:p w:rsidR="00BE7636" w:rsidRDefault="00BE7636" w:rsidP="00BE763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Name of applicant: ____________________</w:t>
      </w:r>
    </w:p>
    <w:p w:rsidR="00BE7636" w:rsidRDefault="00BE7636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:rsidR="00BE7636" w:rsidRDefault="007003B4" w:rsidP="00BE763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b/>
          <w:noProof/>
          <w:color w:val="808080" w:themeColor="background1" w:themeShade="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1499235</wp:posOffset>
                </wp:positionH>
                <wp:positionV relativeFrom="paragraph">
                  <wp:posOffset>624840</wp:posOffset>
                </wp:positionV>
                <wp:extent cx="1134110" cy="244475"/>
                <wp:effectExtent l="2540" t="1905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010" w:rsidRPr="00AB5586" w:rsidRDefault="00A77010" w:rsidP="00BE7636">
                            <w:pPr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AB5586">
                              <w:rPr>
                                <w:b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job requirement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8.05pt;margin-top:49.2pt;width:89.3pt;height:19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" stroked="f">
                <v:textbox>
                  <w:txbxContent>
                    <w:p w:rsidR="00A77010" w:rsidRPr="00AB5586" w:rsidRDefault="00A77010" w:rsidP="00BE7636">
                      <w:pPr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AB5586">
                        <w:rPr>
                          <w:b/>
                          <w:color w:val="A6A6A6" w:themeColor="background1" w:themeShade="A6"/>
                          <w:sz w:val="18"/>
                          <w:szCs w:val="18"/>
                        </w:rPr>
                        <w:t>job requirement</w:t>
                      </w:r>
                    </w:p>
                  </w:txbxContent>
                </v:textbox>
              </v:shape>
            </w:pict>
          </mc:Fallback>
        </mc:AlternateContent>
      </w:r>
      <w:r w:rsidR="00BE7636">
        <w:rPr>
          <w:sz w:val="23"/>
          <w:szCs w:val="23"/>
        </w:rPr>
        <w:t xml:space="preserve">This letter is to confirm that the above named person is employed by us and we require them to work unescorted in a Maritime Security Zone at least once each year for the purpose of </w:t>
      </w:r>
    </w:p>
    <w:p w:rsidR="00BE7636" w:rsidRPr="001343D9" w:rsidRDefault="00BE7636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B71C1C" w:rsidRDefault="00BE7636" w:rsidP="00C3645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We </w:t>
      </w:r>
      <w:r w:rsidR="00C3645A">
        <w:rPr>
          <w:sz w:val="23"/>
          <w:szCs w:val="23"/>
        </w:rPr>
        <w:t xml:space="preserve">also </w:t>
      </w:r>
      <w:r>
        <w:rPr>
          <w:sz w:val="23"/>
          <w:szCs w:val="23"/>
        </w:rPr>
        <w:t xml:space="preserve">require the applicant to have access to Fremantle Ports </w:t>
      </w:r>
      <w:r w:rsidR="00B71C1C">
        <w:rPr>
          <w:sz w:val="23"/>
          <w:szCs w:val="23"/>
        </w:rPr>
        <w:t xml:space="preserve">controlled </w:t>
      </w:r>
    </w:p>
    <w:p w:rsidR="00BE7636" w:rsidRDefault="00FF5182" w:rsidP="00C3645A">
      <w:pPr>
        <w:pStyle w:val="Default"/>
        <w:jc w:val="both"/>
        <w:rPr>
          <w:sz w:val="23"/>
          <w:szCs w:val="23"/>
        </w:rPr>
      </w:pPr>
      <w:r>
        <w:rPr>
          <w:noProof/>
          <w:color w:val="auto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925B491" wp14:editId="268CE20A">
                <wp:simplePos x="0" y="0"/>
                <wp:positionH relativeFrom="column">
                  <wp:posOffset>3335020</wp:posOffset>
                </wp:positionH>
                <wp:positionV relativeFrom="paragraph">
                  <wp:posOffset>44450</wp:posOffset>
                </wp:positionV>
                <wp:extent cx="2228850" cy="676275"/>
                <wp:effectExtent l="19050" t="19050" r="19050" b="285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B60" w:rsidRPr="006D40CD" w:rsidRDefault="003368BB" w:rsidP="00572599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368BB">
                              <w:rPr>
                                <w:color w:val="FF0000"/>
                                <w:sz w:val="20"/>
                                <w:szCs w:val="20"/>
                              </w:rPr>
                              <w:t>If a</w:t>
                            </w:r>
                            <w:r w:rsidR="00607B60" w:rsidRPr="003368BB">
                              <w:rPr>
                                <w:color w:val="FF0000"/>
                                <w:sz w:val="20"/>
                                <w:szCs w:val="20"/>
                              </w:rPr>
                              <w:t>ccess to Fremantle Ports controlle</w:t>
                            </w:r>
                            <w:r w:rsidR="006D40CD" w:rsidRPr="003368BB">
                              <w:rPr>
                                <w:color w:val="FF0000"/>
                                <w:sz w:val="20"/>
                                <w:szCs w:val="20"/>
                              </w:rPr>
                              <w:t>d</w:t>
                            </w:r>
                            <w:r w:rsidR="00607B60" w:rsidRPr="003368B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07B60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>berths is required</w:t>
                            </w:r>
                            <w:r w:rsidR="005135D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enter berth #’s.  F</w:t>
                            </w:r>
                            <w:r w:rsidR="00607B60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>or MSIC only application</w:t>
                            </w:r>
                            <w:r w:rsidR="005135D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do not include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sentence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5B491" id="Text Box 6" o:spid="_x0000_s1027" type="#_x0000_t202" style="position:absolute;left:0;text-align:left;margin-left:262.6pt;margin-top:3.5pt;width:175.5pt;height:53.2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" strokecolor="#c0504d [3205]" strokeweight="2.25pt">
                <v:textbox>
                  <w:txbxContent>
                    <w:p w:rsidR="00607B60" w:rsidRPr="006D40CD" w:rsidRDefault="003368BB" w:rsidP="00572599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368BB">
                        <w:rPr>
                          <w:color w:val="FF0000"/>
                          <w:sz w:val="20"/>
                          <w:szCs w:val="20"/>
                        </w:rPr>
                        <w:t>If a</w:t>
                      </w:r>
                      <w:r w:rsidR="00607B60" w:rsidRPr="003368BB">
                        <w:rPr>
                          <w:color w:val="FF0000"/>
                          <w:sz w:val="20"/>
                          <w:szCs w:val="20"/>
                        </w:rPr>
                        <w:t>ccess to Fremantle Ports controlle</w:t>
                      </w:r>
                      <w:r w:rsidR="006D40CD" w:rsidRPr="003368BB">
                        <w:rPr>
                          <w:color w:val="FF0000"/>
                          <w:sz w:val="20"/>
                          <w:szCs w:val="20"/>
                        </w:rPr>
                        <w:t>d</w:t>
                      </w:r>
                      <w:r w:rsidR="00607B60" w:rsidRPr="003368BB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607B60" w:rsidRPr="006D40CD">
                        <w:rPr>
                          <w:color w:val="FF0000"/>
                          <w:sz w:val="20"/>
                          <w:szCs w:val="20"/>
                        </w:rPr>
                        <w:t>berths is required</w:t>
                      </w:r>
                      <w:r w:rsidR="005135DE">
                        <w:rPr>
                          <w:color w:val="FF0000"/>
                          <w:sz w:val="20"/>
                          <w:szCs w:val="20"/>
                        </w:rPr>
                        <w:t xml:space="preserve"> enter berth #’s.  F</w:t>
                      </w:r>
                      <w:r w:rsidR="00607B60" w:rsidRPr="006D40CD">
                        <w:rPr>
                          <w:color w:val="FF0000"/>
                          <w:sz w:val="20"/>
                          <w:szCs w:val="20"/>
                        </w:rPr>
                        <w:t>or MSIC only application</w:t>
                      </w:r>
                      <w:r w:rsidR="005135DE">
                        <w:rPr>
                          <w:color w:val="FF0000"/>
                          <w:sz w:val="20"/>
                          <w:szCs w:val="20"/>
                        </w:rPr>
                        <w:t xml:space="preserve"> do not include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 sentence</w:t>
                      </w:r>
                    </w:p>
                  </w:txbxContent>
                </v:textbox>
              </v:shape>
            </w:pict>
          </mc:Fallback>
        </mc:AlternateContent>
      </w:r>
      <w:r w:rsidR="003368BB">
        <w:rPr>
          <w:sz w:val="23"/>
          <w:szCs w:val="23"/>
        </w:rPr>
        <w:t xml:space="preserve">berths </w:t>
      </w:r>
    </w:p>
    <w:p w:rsidR="005135DE" w:rsidRDefault="005135DE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</w:p>
    <w:p w:rsidR="00FF5182" w:rsidRDefault="00FF5182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</w:p>
    <w:p w:rsidR="00FF5182" w:rsidRDefault="00FF5182" w:rsidP="00BE7636">
      <w:pPr>
        <w:pStyle w:val="Default"/>
        <w:spacing w:line="360" w:lineRule="auto"/>
        <w:jc w:val="both"/>
        <w:rPr>
          <w:sz w:val="23"/>
          <w:szCs w:val="23"/>
        </w:rPr>
      </w:pPr>
    </w:p>
    <w:p w:rsidR="00472053" w:rsidRDefault="00BE7636" w:rsidP="00BE763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Please charge the company for this application. We authorise payment for </w:t>
      </w:r>
      <w:r w:rsidRPr="008832EC">
        <w:rPr>
          <w:sz w:val="23"/>
          <w:szCs w:val="23"/>
        </w:rPr>
        <w:t>a</w:t>
      </w:r>
    </w:p>
    <w:p w:rsidR="00BE7636" w:rsidRDefault="008268E4" w:rsidP="00BE7636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noProof/>
          <w:color w:val="auto"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F04DB90" wp14:editId="6867EBEA">
                <wp:simplePos x="0" y="0"/>
                <wp:positionH relativeFrom="page">
                  <wp:posOffset>3228340</wp:posOffset>
                </wp:positionH>
                <wp:positionV relativeFrom="paragraph">
                  <wp:posOffset>220980</wp:posOffset>
                </wp:positionV>
                <wp:extent cx="1743075" cy="222885"/>
                <wp:effectExtent l="0" t="0" r="9525" b="571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2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2599" w:rsidRPr="00AB5586" w:rsidRDefault="008268E4" w:rsidP="00572599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Credit card / </w:t>
                            </w:r>
                            <w:r w:rsidR="00572599" w:rsidRPr="00AB5586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invoice</w:t>
                            </w:r>
                            <w: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(PO  #)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04DB90" id="Text Box 9" o:spid="_x0000_s1028" type="#_x0000_t202" style="position:absolute;left:0;text-align:left;margin-left:254.2pt;margin-top:17.4pt;width:137.25pt;height:17.55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" stroked="f">
                <v:textbox style="mso-fit-shape-to-text:t">
                  <w:txbxContent>
                    <w:p w:rsidR="00572599" w:rsidRPr="00AB5586" w:rsidRDefault="008268E4" w:rsidP="00572599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 xml:space="preserve">Credit card / </w:t>
                      </w:r>
                      <w:r w:rsidR="00572599" w:rsidRPr="00AB5586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invoice</w:t>
                      </w:r>
                      <w:r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 xml:space="preserve"> (PO  #)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B568C">
        <w:rPr>
          <w:noProof/>
          <w:color w:val="auto"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7A7D830" wp14:editId="2D1D8F0B">
                <wp:simplePos x="0" y="0"/>
                <wp:positionH relativeFrom="margin">
                  <wp:posOffset>-103505</wp:posOffset>
                </wp:positionH>
                <wp:positionV relativeFrom="paragraph">
                  <wp:posOffset>220980</wp:posOffset>
                </wp:positionV>
                <wp:extent cx="790575" cy="257175"/>
                <wp:effectExtent l="0" t="0" r="9525" b="952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5765" w:rsidRPr="00AB5586" w:rsidRDefault="006B568C" w:rsidP="00595765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AB5586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quote </w:t>
                            </w:r>
                            <w:r w:rsidR="00595765" w:rsidRPr="00AB5586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 2 /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D830" id="_x0000_s1029" type="#_x0000_t202" style="position:absolute;left:0;text-align:left;margin-left:-8.15pt;margin-top:17.4pt;width:62.25pt;height:20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ERXggIAABY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" stroked="f">
                <v:textbox>
                  <w:txbxContent>
                    <w:p w:rsidR="00595765" w:rsidRPr="00AB5586" w:rsidRDefault="006B568C" w:rsidP="00595765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AB5586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 xml:space="preserve">quote </w:t>
                      </w:r>
                      <w:r w:rsidR="00595765" w:rsidRPr="00AB5586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 xml:space="preserve"> 2 /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150DA">
        <w:rPr>
          <w:sz w:val="23"/>
          <w:szCs w:val="23"/>
        </w:rPr>
        <w:t xml:space="preserve">____ </w:t>
      </w:r>
      <w:r w:rsidR="00BE7636">
        <w:rPr>
          <w:sz w:val="23"/>
          <w:szCs w:val="23"/>
        </w:rPr>
        <w:t xml:space="preserve">year MSIC, to be made by </w:t>
      </w:r>
      <w:r w:rsidR="00572599">
        <w:rPr>
          <w:sz w:val="23"/>
          <w:szCs w:val="23"/>
        </w:rPr>
        <w:t xml:space="preserve">________________ </w:t>
      </w:r>
    </w:p>
    <w:p w:rsidR="00BE7636" w:rsidRPr="007E2694" w:rsidRDefault="00BE7636" w:rsidP="00BE7636">
      <w:pPr>
        <w:pStyle w:val="Default"/>
        <w:spacing w:line="360" w:lineRule="auto"/>
        <w:jc w:val="both"/>
        <w:rPr>
          <w:color w:val="808080" w:themeColor="background1" w:themeShade="80"/>
          <w:sz w:val="20"/>
          <w:szCs w:val="20"/>
        </w:rPr>
      </w:pPr>
    </w:p>
    <w:p w:rsidR="00BE7636" w:rsidRDefault="00607B60" w:rsidP="00BE7636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>
        <w:rPr>
          <w:noProof/>
          <w:color w:val="auto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721CD8" wp14:editId="40C97218">
                <wp:simplePos x="0" y="0"/>
                <wp:positionH relativeFrom="margin">
                  <wp:posOffset>2729230</wp:posOffset>
                </wp:positionH>
                <wp:positionV relativeFrom="paragraph">
                  <wp:posOffset>8255</wp:posOffset>
                </wp:positionV>
                <wp:extent cx="2847975" cy="704215"/>
                <wp:effectExtent l="19050" t="19050" r="28575" b="2032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67C" w:rsidRPr="006D40CD" w:rsidRDefault="005471F8" w:rsidP="00572599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3D5F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Invoice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667DB">
                              <w:rPr>
                                <w:color w:val="FF0000"/>
                                <w:sz w:val="20"/>
                                <w:szCs w:val="20"/>
                              </w:rPr>
                              <w:t>C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ompanies </w:t>
                            </w:r>
                            <w:r w:rsidR="00B9361B">
                              <w:rPr>
                                <w:color w:val="FF0000"/>
                                <w:sz w:val="20"/>
                                <w:szCs w:val="20"/>
                              </w:rPr>
                              <w:t>who have a</w:t>
                            </w:r>
                            <w:r w:rsidR="00F0298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n existing 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account </w:t>
                            </w:r>
                            <w:r w:rsidR="00B9361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with 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>FPA can request invoicing</w:t>
                            </w:r>
                            <w:r w:rsidR="008C5648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and if a PO </w:t>
                            </w:r>
                            <w:r w:rsidR="00EA59A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is </w:t>
                            </w:r>
                            <w:r w:rsidR="008C5648">
                              <w:rPr>
                                <w:color w:val="FF0000"/>
                                <w:sz w:val="20"/>
                                <w:szCs w:val="20"/>
                              </w:rPr>
                              <w:t>required on invoice</w:t>
                            </w:r>
                            <w:r w:rsidR="0003168A">
                              <w:rPr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8C5648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A59A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it </w:t>
                            </w:r>
                            <w:r w:rsidR="008C5648">
                              <w:rPr>
                                <w:color w:val="FF0000"/>
                                <w:sz w:val="20"/>
                                <w:szCs w:val="20"/>
                              </w:rPr>
                              <w:t>must be quoted</w:t>
                            </w:r>
                            <w:r w:rsidR="00EA59A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or </w:t>
                            </w:r>
                            <w:r w:rsidR="00B667DB">
                              <w:rPr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797D07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C115C">
                              <w:rPr>
                                <w:color w:val="FF0000"/>
                                <w:sz w:val="20"/>
                                <w:szCs w:val="20"/>
                              </w:rPr>
                              <w:t>PO</w:t>
                            </w:r>
                            <w:r w:rsidR="00EA59A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67DB">
                              <w:rPr>
                                <w:color w:val="FF0000"/>
                                <w:sz w:val="20"/>
                                <w:szCs w:val="20"/>
                              </w:rPr>
                              <w:t>provided</w:t>
                            </w:r>
                            <w:r w:rsidR="001F66BE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at time of lodgement</w:t>
                            </w:r>
                            <w:r w:rsidR="00B667DB">
                              <w:rPr>
                                <w:color w:val="FF0000"/>
                                <w:sz w:val="20"/>
                                <w:szCs w:val="20"/>
                              </w:rPr>
                              <w:t>.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E167C" w:rsidRPr="006D40CD" w:rsidRDefault="005471F8" w:rsidP="00572599">
                            <w:pPr>
                              <w:pStyle w:val="Default"/>
                              <w:jc w:val="both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83D5F">
                              <w:rPr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Credit Card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We can call your office for credit card payment if you do not wish to quote </w:t>
                            </w:r>
                            <w:r w:rsidR="00483D5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B667DB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credit card </w:t>
                            </w:r>
                            <w:r w:rsidR="00483D5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number </w:t>
                            </w:r>
                            <w:r w:rsidR="007E167C" w:rsidRPr="006D40CD">
                              <w:rPr>
                                <w:color w:val="FF0000"/>
                                <w:sz w:val="20"/>
                                <w:szCs w:val="20"/>
                              </w:rPr>
                              <w:t>on the letter.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721CD8" id="_x0000_s1030" type="#_x0000_t202" style="position:absolute;left:0;text-align:left;margin-left:214.9pt;margin-top:.65pt;width:224.25pt;height:55.45pt;z-index:25168588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" strokecolor="#c0504d [3205]" strokeweight="2.25pt">
                <v:textbox style="mso-fit-shape-to-text:t">
                  <w:txbxContent>
                    <w:p w:rsidR="007E167C" w:rsidRPr="006D40CD" w:rsidRDefault="005471F8" w:rsidP="00572599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483D5F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Invoice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: </w:t>
                      </w:r>
                      <w:r w:rsidR="00B667DB">
                        <w:rPr>
                          <w:color w:val="FF0000"/>
                          <w:sz w:val="20"/>
                          <w:szCs w:val="20"/>
                        </w:rPr>
                        <w:t>C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 xml:space="preserve">ompanies </w:t>
                      </w:r>
                      <w:r w:rsidR="00B9361B">
                        <w:rPr>
                          <w:color w:val="FF0000"/>
                          <w:sz w:val="20"/>
                          <w:szCs w:val="20"/>
                        </w:rPr>
                        <w:t>who have a</w:t>
                      </w:r>
                      <w:r w:rsidR="00F02985">
                        <w:rPr>
                          <w:color w:val="FF0000"/>
                          <w:sz w:val="20"/>
                          <w:szCs w:val="20"/>
                        </w:rPr>
                        <w:t xml:space="preserve">n existing 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 xml:space="preserve">account </w:t>
                      </w:r>
                      <w:r w:rsidR="00B9361B">
                        <w:rPr>
                          <w:color w:val="FF0000"/>
                          <w:sz w:val="20"/>
                          <w:szCs w:val="20"/>
                        </w:rPr>
                        <w:t xml:space="preserve">with 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>FPA can request invoicing</w:t>
                      </w:r>
                      <w:r w:rsidR="008C5648">
                        <w:rPr>
                          <w:color w:val="FF0000"/>
                          <w:sz w:val="20"/>
                          <w:szCs w:val="20"/>
                        </w:rPr>
                        <w:t xml:space="preserve"> and if a PO </w:t>
                      </w:r>
                      <w:r w:rsidR="00EA59AE">
                        <w:rPr>
                          <w:color w:val="FF0000"/>
                          <w:sz w:val="20"/>
                          <w:szCs w:val="20"/>
                        </w:rPr>
                        <w:t xml:space="preserve">is </w:t>
                      </w:r>
                      <w:r w:rsidR="008C5648">
                        <w:rPr>
                          <w:color w:val="FF0000"/>
                          <w:sz w:val="20"/>
                          <w:szCs w:val="20"/>
                        </w:rPr>
                        <w:t>required on invoice</w:t>
                      </w:r>
                      <w:r w:rsidR="0003168A">
                        <w:rPr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8C5648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EA59AE">
                        <w:rPr>
                          <w:color w:val="FF0000"/>
                          <w:sz w:val="20"/>
                          <w:szCs w:val="20"/>
                        </w:rPr>
                        <w:t xml:space="preserve">it </w:t>
                      </w:r>
                      <w:r w:rsidR="008C5648">
                        <w:rPr>
                          <w:color w:val="FF0000"/>
                          <w:sz w:val="20"/>
                          <w:szCs w:val="20"/>
                        </w:rPr>
                        <w:t>must be quoted</w:t>
                      </w:r>
                      <w:r w:rsidR="00EA59AE">
                        <w:rPr>
                          <w:color w:val="FF0000"/>
                          <w:sz w:val="20"/>
                          <w:szCs w:val="20"/>
                        </w:rPr>
                        <w:t xml:space="preserve"> or </w:t>
                      </w:r>
                      <w:r w:rsidR="00B667DB">
                        <w:rPr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797D07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7C115C">
                        <w:rPr>
                          <w:color w:val="FF0000"/>
                          <w:sz w:val="20"/>
                          <w:szCs w:val="20"/>
                        </w:rPr>
                        <w:t>PO</w:t>
                      </w:r>
                      <w:r w:rsidR="00EA59AE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B667DB">
                        <w:rPr>
                          <w:color w:val="FF0000"/>
                          <w:sz w:val="20"/>
                          <w:szCs w:val="20"/>
                        </w:rPr>
                        <w:t>provided</w:t>
                      </w:r>
                      <w:r w:rsidR="001F66BE">
                        <w:rPr>
                          <w:color w:val="FF0000"/>
                          <w:sz w:val="20"/>
                          <w:szCs w:val="20"/>
                        </w:rPr>
                        <w:t xml:space="preserve"> at time of lodgement</w:t>
                      </w:r>
                      <w:r w:rsidR="00B667DB">
                        <w:rPr>
                          <w:color w:val="FF0000"/>
                          <w:sz w:val="20"/>
                          <w:szCs w:val="20"/>
                        </w:rPr>
                        <w:t>.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E167C" w:rsidRPr="006D40CD" w:rsidRDefault="005471F8" w:rsidP="00572599">
                      <w:pPr>
                        <w:pStyle w:val="Default"/>
                        <w:jc w:val="both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483D5F">
                        <w:rPr>
                          <w:color w:val="FF0000"/>
                          <w:sz w:val="20"/>
                          <w:szCs w:val="20"/>
                          <w:u w:val="single"/>
                        </w:rPr>
                        <w:t>Credit Card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 xml:space="preserve">: 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 xml:space="preserve">We can call your office for credit card payment if you do not wish to quote </w:t>
                      </w:r>
                      <w:r w:rsidR="00483D5F">
                        <w:rPr>
                          <w:color w:val="FF0000"/>
                          <w:sz w:val="20"/>
                          <w:szCs w:val="20"/>
                        </w:rPr>
                        <w:t xml:space="preserve">the </w:t>
                      </w:r>
                      <w:r w:rsidR="00B667DB">
                        <w:rPr>
                          <w:color w:val="FF0000"/>
                          <w:sz w:val="20"/>
                          <w:szCs w:val="20"/>
                        </w:rPr>
                        <w:t xml:space="preserve">credit card </w:t>
                      </w:r>
                      <w:r w:rsidR="00483D5F">
                        <w:rPr>
                          <w:color w:val="FF0000"/>
                          <w:sz w:val="20"/>
                          <w:szCs w:val="20"/>
                        </w:rPr>
                        <w:t xml:space="preserve">number </w:t>
                      </w:r>
                      <w:r w:rsidR="007E167C" w:rsidRPr="006D40CD">
                        <w:rPr>
                          <w:color w:val="FF0000"/>
                          <w:sz w:val="20"/>
                          <w:szCs w:val="20"/>
                        </w:rPr>
                        <w:t>on the letter.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E7636" w:rsidRDefault="00BE7636" w:rsidP="00BE7636">
      <w:pPr>
        <w:pStyle w:val="Default"/>
        <w:rPr>
          <w:color w:val="auto"/>
          <w:sz w:val="23"/>
          <w:szCs w:val="23"/>
        </w:rPr>
      </w:pPr>
    </w:p>
    <w:p w:rsidR="00BE7636" w:rsidRDefault="00BE7636" w:rsidP="00BE7636">
      <w:pPr>
        <w:pStyle w:val="Default"/>
        <w:rPr>
          <w:sz w:val="23"/>
          <w:szCs w:val="23"/>
        </w:rPr>
      </w:pPr>
    </w:p>
    <w:p w:rsidR="00BE7636" w:rsidRDefault="00BE7636" w:rsidP="00BE7636">
      <w:pPr>
        <w:pStyle w:val="Default"/>
        <w:rPr>
          <w:color w:val="auto"/>
          <w:sz w:val="23"/>
          <w:szCs w:val="23"/>
        </w:rPr>
      </w:pPr>
      <w:r>
        <w:rPr>
          <w:sz w:val="23"/>
          <w:szCs w:val="23"/>
        </w:rPr>
        <w:t>_______________</w:t>
      </w:r>
    </w:p>
    <w:p w:rsidR="001E1DA9" w:rsidRPr="00AB5586" w:rsidRDefault="001E1DA9" w:rsidP="00BE7636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 w:rsidRPr="00AB5586">
        <w:rPr>
          <w:b/>
          <w:color w:val="808080" w:themeColor="background1" w:themeShade="80"/>
          <w:sz w:val="20"/>
          <w:szCs w:val="20"/>
        </w:rPr>
        <w:t>Signature</w:t>
      </w:r>
    </w:p>
    <w:p w:rsidR="001E1DA9" w:rsidRPr="00AB5586" w:rsidRDefault="001E1DA9" w:rsidP="00BE7636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 w:rsidRPr="00AB5586">
        <w:rPr>
          <w:b/>
          <w:color w:val="808080" w:themeColor="background1" w:themeShade="80"/>
          <w:sz w:val="20"/>
          <w:szCs w:val="20"/>
        </w:rPr>
        <w:t>Name</w:t>
      </w:r>
    </w:p>
    <w:p w:rsidR="001E1DA9" w:rsidRPr="00AB5586" w:rsidRDefault="001E1DA9" w:rsidP="00BE7636">
      <w:pPr>
        <w:pStyle w:val="Default"/>
        <w:jc w:val="both"/>
        <w:rPr>
          <w:b/>
          <w:color w:val="808080" w:themeColor="background1" w:themeShade="80"/>
          <w:sz w:val="20"/>
          <w:szCs w:val="20"/>
        </w:rPr>
      </w:pPr>
      <w:r w:rsidRPr="00AB5586">
        <w:rPr>
          <w:b/>
          <w:color w:val="808080" w:themeColor="background1" w:themeShade="80"/>
          <w:sz w:val="20"/>
          <w:szCs w:val="20"/>
        </w:rPr>
        <w:t>Position / Title</w:t>
      </w:r>
    </w:p>
    <w:sectPr w:rsidR="001E1DA9" w:rsidRPr="00AB5586" w:rsidSect="004235F1">
      <w:pgSz w:w="11907" w:h="16839" w:code="9"/>
      <w:pgMar w:top="851" w:right="1701" w:bottom="1701" w:left="1701" w:header="1440" w:footer="1440" w:gutter="14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219" w:rsidRDefault="00671219">
      <w:r>
        <w:separator/>
      </w:r>
    </w:p>
  </w:endnote>
  <w:endnote w:type="continuationSeparator" w:id="0">
    <w:p w:rsidR="00671219" w:rsidRDefault="00671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219" w:rsidRDefault="00671219">
      <w:r>
        <w:separator/>
      </w:r>
    </w:p>
  </w:footnote>
  <w:footnote w:type="continuationSeparator" w:id="0">
    <w:p w:rsidR="00671219" w:rsidRDefault="00671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2" w15:restartNumberingAfterBreak="0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3" w15:restartNumberingAfterBreak="0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4" w15:restartNumberingAfterBreak="0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21A8629A"/>
    <w:multiLevelType w:val="multilevel"/>
    <w:tmpl w:val="5906BDBC"/>
    <w:styleLink w:val="NumberedList1"/>
    <w:lvl w:ilvl="0">
      <w:start w:val="1"/>
      <w:numFmt w:val="decimal"/>
      <w:pStyle w:val="NumberedText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29719B"/>
    <w:multiLevelType w:val="multilevel"/>
    <w:tmpl w:val="F872F122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0" w15:restartNumberingAfterBreak="0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5EF314F"/>
    <w:multiLevelType w:val="hybridMultilevel"/>
    <w:tmpl w:val="B9743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4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>
      <o:colormru v:ext="edit" colors="#f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A43"/>
    <w:rsid w:val="00001ABE"/>
    <w:rsid w:val="00010A32"/>
    <w:rsid w:val="00024614"/>
    <w:rsid w:val="0003168A"/>
    <w:rsid w:val="00031BCA"/>
    <w:rsid w:val="00037C70"/>
    <w:rsid w:val="00043101"/>
    <w:rsid w:val="00044913"/>
    <w:rsid w:val="00047D76"/>
    <w:rsid w:val="00050783"/>
    <w:rsid w:val="00066B92"/>
    <w:rsid w:val="00067F40"/>
    <w:rsid w:val="00077111"/>
    <w:rsid w:val="00082369"/>
    <w:rsid w:val="00082C1D"/>
    <w:rsid w:val="00085571"/>
    <w:rsid w:val="0009045B"/>
    <w:rsid w:val="000A0590"/>
    <w:rsid w:val="000A455D"/>
    <w:rsid w:val="000B2D8E"/>
    <w:rsid w:val="000C03BF"/>
    <w:rsid w:val="000C148B"/>
    <w:rsid w:val="000C1CCE"/>
    <w:rsid w:val="000C6017"/>
    <w:rsid w:val="000C6E98"/>
    <w:rsid w:val="000D21EF"/>
    <w:rsid w:val="000F4629"/>
    <w:rsid w:val="000F754C"/>
    <w:rsid w:val="0010682B"/>
    <w:rsid w:val="001068AE"/>
    <w:rsid w:val="00117D94"/>
    <w:rsid w:val="001231F9"/>
    <w:rsid w:val="001343D9"/>
    <w:rsid w:val="001524BE"/>
    <w:rsid w:val="00173DEA"/>
    <w:rsid w:val="00183B7F"/>
    <w:rsid w:val="00196481"/>
    <w:rsid w:val="001A374C"/>
    <w:rsid w:val="001B1971"/>
    <w:rsid w:val="001B1B71"/>
    <w:rsid w:val="001B2AB2"/>
    <w:rsid w:val="001C7181"/>
    <w:rsid w:val="001D458E"/>
    <w:rsid w:val="001D48B0"/>
    <w:rsid w:val="001D57DF"/>
    <w:rsid w:val="001E07CC"/>
    <w:rsid w:val="001E1DA9"/>
    <w:rsid w:val="001E7D2C"/>
    <w:rsid w:val="001F238E"/>
    <w:rsid w:val="001F66BE"/>
    <w:rsid w:val="00201077"/>
    <w:rsid w:val="00213BAA"/>
    <w:rsid w:val="00215E8B"/>
    <w:rsid w:val="002216F7"/>
    <w:rsid w:val="00226884"/>
    <w:rsid w:val="00232592"/>
    <w:rsid w:val="00240D28"/>
    <w:rsid w:val="00243331"/>
    <w:rsid w:val="002450F4"/>
    <w:rsid w:val="00247F30"/>
    <w:rsid w:val="00250916"/>
    <w:rsid w:val="00256807"/>
    <w:rsid w:val="00257C78"/>
    <w:rsid w:val="00257CD6"/>
    <w:rsid w:val="002602B6"/>
    <w:rsid w:val="00282710"/>
    <w:rsid w:val="002845EB"/>
    <w:rsid w:val="00296569"/>
    <w:rsid w:val="002A5C63"/>
    <w:rsid w:val="002B058E"/>
    <w:rsid w:val="002B11E0"/>
    <w:rsid w:val="002B2CAE"/>
    <w:rsid w:val="002C1F07"/>
    <w:rsid w:val="002D1D80"/>
    <w:rsid w:val="002E15AB"/>
    <w:rsid w:val="002E4C41"/>
    <w:rsid w:val="00300EA8"/>
    <w:rsid w:val="00314187"/>
    <w:rsid w:val="00321E72"/>
    <w:rsid w:val="00323D88"/>
    <w:rsid w:val="00327242"/>
    <w:rsid w:val="00330033"/>
    <w:rsid w:val="003306F9"/>
    <w:rsid w:val="003368BB"/>
    <w:rsid w:val="003373E9"/>
    <w:rsid w:val="00340A11"/>
    <w:rsid w:val="003421A0"/>
    <w:rsid w:val="003424A5"/>
    <w:rsid w:val="00346534"/>
    <w:rsid w:val="003671FD"/>
    <w:rsid w:val="003717A9"/>
    <w:rsid w:val="003743F9"/>
    <w:rsid w:val="00374701"/>
    <w:rsid w:val="003752E8"/>
    <w:rsid w:val="0037590D"/>
    <w:rsid w:val="00376E83"/>
    <w:rsid w:val="00397538"/>
    <w:rsid w:val="003A2626"/>
    <w:rsid w:val="003A612B"/>
    <w:rsid w:val="003A6261"/>
    <w:rsid w:val="003B0DE7"/>
    <w:rsid w:val="003B69B7"/>
    <w:rsid w:val="003C1241"/>
    <w:rsid w:val="003D3CC9"/>
    <w:rsid w:val="003E08E7"/>
    <w:rsid w:val="003E4E78"/>
    <w:rsid w:val="003E567E"/>
    <w:rsid w:val="003E77A9"/>
    <w:rsid w:val="003F21BE"/>
    <w:rsid w:val="003F2E60"/>
    <w:rsid w:val="003F4C64"/>
    <w:rsid w:val="003F4E5A"/>
    <w:rsid w:val="00410B27"/>
    <w:rsid w:val="00412922"/>
    <w:rsid w:val="0041598E"/>
    <w:rsid w:val="0041601E"/>
    <w:rsid w:val="00421DCF"/>
    <w:rsid w:val="004235F1"/>
    <w:rsid w:val="004255D5"/>
    <w:rsid w:val="004452E7"/>
    <w:rsid w:val="00447447"/>
    <w:rsid w:val="00464761"/>
    <w:rsid w:val="004677A4"/>
    <w:rsid w:val="00467B90"/>
    <w:rsid w:val="00472053"/>
    <w:rsid w:val="00474A1F"/>
    <w:rsid w:val="00483D5F"/>
    <w:rsid w:val="00486815"/>
    <w:rsid w:val="0048734A"/>
    <w:rsid w:val="004879B8"/>
    <w:rsid w:val="00493DA7"/>
    <w:rsid w:val="0049791D"/>
    <w:rsid w:val="004A0ADA"/>
    <w:rsid w:val="004A44A2"/>
    <w:rsid w:val="004A6D3C"/>
    <w:rsid w:val="004C049E"/>
    <w:rsid w:val="004E4969"/>
    <w:rsid w:val="004F11F0"/>
    <w:rsid w:val="004F4D04"/>
    <w:rsid w:val="004F7CAA"/>
    <w:rsid w:val="004F7FEE"/>
    <w:rsid w:val="00503536"/>
    <w:rsid w:val="005135DE"/>
    <w:rsid w:val="005150DA"/>
    <w:rsid w:val="0051645D"/>
    <w:rsid w:val="00521D0C"/>
    <w:rsid w:val="00526947"/>
    <w:rsid w:val="005419B5"/>
    <w:rsid w:val="005471F8"/>
    <w:rsid w:val="00552A99"/>
    <w:rsid w:val="00553263"/>
    <w:rsid w:val="00572599"/>
    <w:rsid w:val="00575496"/>
    <w:rsid w:val="00580498"/>
    <w:rsid w:val="00595765"/>
    <w:rsid w:val="005A5B6D"/>
    <w:rsid w:val="005A7909"/>
    <w:rsid w:val="005C5BA6"/>
    <w:rsid w:val="005D23BF"/>
    <w:rsid w:val="005D2804"/>
    <w:rsid w:val="005F6279"/>
    <w:rsid w:val="005F6D42"/>
    <w:rsid w:val="00604F2A"/>
    <w:rsid w:val="00607B60"/>
    <w:rsid w:val="0061198D"/>
    <w:rsid w:val="006120D8"/>
    <w:rsid w:val="00613A1D"/>
    <w:rsid w:val="006202E0"/>
    <w:rsid w:val="006228D3"/>
    <w:rsid w:val="00627361"/>
    <w:rsid w:val="0063110D"/>
    <w:rsid w:val="00636C5D"/>
    <w:rsid w:val="00653F04"/>
    <w:rsid w:val="00656F5F"/>
    <w:rsid w:val="0065788D"/>
    <w:rsid w:val="00657D49"/>
    <w:rsid w:val="00664644"/>
    <w:rsid w:val="00671219"/>
    <w:rsid w:val="00674C35"/>
    <w:rsid w:val="006757AF"/>
    <w:rsid w:val="00676ECD"/>
    <w:rsid w:val="006853A1"/>
    <w:rsid w:val="00690AD9"/>
    <w:rsid w:val="006A0A08"/>
    <w:rsid w:val="006A2CE8"/>
    <w:rsid w:val="006B3AAE"/>
    <w:rsid w:val="006B568C"/>
    <w:rsid w:val="006C1DBA"/>
    <w:rsid w:val="006C79EE"/>
    <w:rsid w:val="006C7B64"/>
    <w:rsid w:val="006D32B9"/>
    <w:rsid w:val="006D40CD"/>
    <w:rsid w:val="006F0888"/>
    <w:rsid w:val="007003B4"/>
    <w:rsid w:val="00701B25"/>
    <w:rsid w:val="00703EE7"/>
    <w:rsid w:val="0072232A"/>
    <w:rsid w:val="00727735"/>
    <w:rsid w:val="00732C95"/>
    <w:rsid w:val="00733BD7"/>
    <w:rsid w:val="0074170B"/>
    <w:rsid w:val="00746B72"/>
    <w:rsid w:val="0077391A"/>
    <w:rsid w:val="0077795A"/>
    <w:rsid w:val="007800BF"/>
    <w:rsid w:val="007830D0"/>
    <w:rsid w:val="00785D0A"/>
    <w:rsid w:val="007872D1"/>
    <w:rsid w:val="0079001E"/>
    <w:rsid w:val="00797D07"/>
    <w:rsid w:val="007A6B18"/>
    <w:rsid w:val="007C115C"/>
    <w:rsid w:val="007C5762"/>
    <w:rsid w:val="007D1642"/>
    <w:rsid w:val="007D53AA"/>
    <w:rsid w:val="007D7655"/>
    <w:rsid w:val="007E159F"/>
    <w:rsid w:val="007E167C"/>
    <w:rsid w:val="007E2694"/>
    <w:rsid w:val="007E3AE5"/>
    <w:rsid w:val="007F2ECD"/>
    <w:rsid w:val="007F5FF5"/>
    <w:rsid w:val="007F717E"/>
    <w:rsid w:val="00800C59"/>
    <w:rsid w:val="00800EBB"/>
    <w:rsid w:val="008061D6"/>
    <w:rsid w:val="008268E4"/>
    <w:rsid w:val="00826DEA"/>
    <w:rsid w:val="00831CC0"/>
    <w:rsid w:val="00843992"/>
    <w:rsid w:val="00845B97"/>
    <w:rsid w:val="00854827"/>
    <w:rsid w:val="00861C09"/>
    <w:rsid w:val="008749DE"/>
    <w:rsid w:val="0087663F"/>
    <w:rsid w:val="008832EC"/>
    <w:rsid w:val="00890B7B"/>
    <w:rsid w:val="008918C6"/>
    <w:rsid w:val="008950E7"/>
    <w:rsid w:val="008A3006"/>
    <w:rsid w:val="008B18BD"/>
    <w:rsid w:val="008B196A"/>
    <w:rsid w:val="008B198D"/>
    <w:rsid w:val="008B7FD8"/>
    <w:rsid w:val="008C11F4"/>
    <w:rsid w:val="008C5441"/>
    <w:rsid w:val="008C5648"/>
    <w:rsid w:val="008D2B16"/>
    <w:rsid w:val="008D5151"/>
    <w:rsid w:val="008F1937"/>
    <w:rsid w:val="008F3A30"/>
    <w:rsid w:val="008F6255"/>
    <w:rsid w:val="00910049"/>
    <w:rsid w:val="009136A1"/>
    <w:rsid w:val="0091479A"/>
    <w:rsid w:val="009164C9"/>
    <w:rsid w:val="0091664D"/>
    <w:rsid w:val="00922A43"/>
    <w:rsid w:val="009316E9"/>
    <w:rsid w:val="00934CAD"/>
    <w:rsid w:val="009413AE"/>
    <w:rsid w:val="00946272"/>
    <w:rsid w:val="00957DD2"/>
    <w:rsid w:val="00967D31"/>
    <w:rsid w:val="009729AE"/>
    <w:rsid w:val="00975BDC"/>
    <w:rsid w:val="0097732F"/>
    <w:rsid w:val="00981F0B"/>
    <w:rsid w:val="00982FDE"/>
    <w:rsid w:val="00984CFD"/>
    <w:rsid w:val="0099152F"/>
    <w:rsid w:val="00995D73"/>
    <w:rsid w:val="0099776D"/>
    <w:rsid w:val="009A6544"/>
    <w:rsid w:val="009B5F6D"/>
    <w:rsid w:val="009C2665"/>
    <w:rsid w:val="009C3AEB"/>
    <w:rsid w:val="009D1D82"/>
    <w:rsid w:val="009E0E6A"/>
    <w:rsid w:val="009E6E91"/>
    <w:rsid w:val="00A0075A"/>
    <w:rsid w:val="00A14995"/>
    <w:rsid w:val="00A25AF1"/>
    <w:rsid w:val="00A33133"/>
    <w:rsid w:val="00A35E75"/>
    <w:rsid w:val="00A4018D"/>
    <w:rsid w:val="00A41535"/>
    <w:rsid w:val="00A52FAC"/>
    <w:rsid w:val="00A60673"/>
    <w:rsid w:val="00A67F20"/>
    <w:rsid w:val="00A74C5E"/>
    <w:rsid w:val="00A77010"/>
    <w:rsid w:val="00A85F56"/>
    <w:rsid w:val="00A95FD5"/>
    <w:rsid w:val="00A9603E"/>
    <w:rsid w:val="00AA35FC"/>
    <w:rsid w:val="00AB5586"/>
    <w:rsid w:val="00AB5D89"/>
    <w:rsid w:val="00AC0AC5"/>
    <w:rsid w:val="00AC2D0B"/>
    <w:rsid w:val="00AC58E5"/>
    <w:rsid w:val="00AD244E"/>
    <w:rsid w:val="00AD43D8"/>
    <w:rsid w:val="00AE07E7"/>
    <w:rsid w:val="00AE3F02"/>
    <w:rsid w:val="00AF44C5"/>
    <w:rsid w:val="00B22CD4"/>
    <w:rsid w:val="00B27790"/>
    <w:rsid w:val="00B30083"/>
    <w:rsid w:val="00B35E60"/>
    <w:rsid w:val="00B360EA"/>
    <w:rsid w:val="00B36B74"/>
    <w:rsid w:val="00B438BC"/>
    <w:rsid w:val="00B475C0"/>
    <w:rsid w:val="00B554BA"/>
    <w:rsid w:val="00B55DCC"/>
    <w:rsid w:val="00B618E2"/>
    <w:rsid w:val="00B667DB"/>
    <w:rsid w:val="00B71C1C"/>
    <w:rsid w:val="00B73C7A"/>
    <w:rsid w:val="00B815FE"/>
    <w:rsid w:val="00B816B8"/>
    <w:rsid w:val="00B9361B"/>
    <w:rsid w:val="00B93998"/>
    <w:rsid w:val="00BB008D"/>
    <w:rsid w:val="00BB207F"/>
    <w:rsid w:val="00BB313A"/>
    <w:rsid w:val="00BB3687"/>
    <w:rsid w:val="00BC7CE1"/>
    <w:rsid w:val="00BD1F77"/>
    <w:rsid w:val="00BD2B39"/>
    <w:rsid w:val="00BD7E2B"/>
    <w:rsid w:val="00BE1780"/>
    <w:rsid w:val="00BE7636"/>
    <w:rsid w:val="00BF13CE"/>
    <w:rsid w:val="00BF36C8"/>
    <w:rsid w:val="00C01C8C"/>
    <w:rsid w:val="00C068F8"/>
    <w:rsid w:val="00C10E83"/>
    <w:rsid w:val="00C11522"/>
    <w:rsid w:val="00C169DD"/>
    <w:rsid w:val="00C219DC"/>
    <w:rsid w:val="00C3645A"/>
    <w:rsid w:val="00C36F29"/>
    <w:rsid w:val="00C408CB"/>
    <w:rsid w:val="00C421E6"/>
    <w:rsid w:val="00C44D1F"/>
    <w:rsid w:val="00C4534D"/>
    <w:rsid w:val="00C477AD"/>
    <w:rsid w:val="00C5685B"/>
    <w:rsid w:val="00C64A84"/>
    <w:rsid w:val="00C7184F"/>
    <w:rsid w:val="00C72941"/>
    <w:rsid w:val="00C7454B"/>
    <w:rsid w:val="00C76BC2"/>
    <w:rsid w:val="00C92EF9"/>
    <w:rsid w:val="00C937B2"/>
    <w:rsid w:val="00C96AAD"/>
    <w:rsid w:val="00CB7468"/>
    <w:rsid w:val="00CC3862"/>
    <w:rsid w:val="00CC6F57"/>
    <w:rsid w:val="00CE05A4"/>
    <w:rsid w:val="00CE331A"/>
    <w:rsid w:val="00CE4472"/>
    <w:rsid w:val="00CF2C67"/>
    <w:rsid w:val="00D05291"/>
    <w:rsid w:val="00D170FE"/>
    <w:rsid w:val="00D25211"/>
    <w:rsid w:val="00D276A2"/>
    <w:rsid w:val="00D368AA"/>
    <w:rsid w:val="00D37A82"/>
    <w:rsid w:val="00D41B4F"/>
    <w:rsid w:val="00D535BB"/>
    <w:rsid w:val="00D57B2A"/>
    <w:rsid w:val="00D6043A"/>
    <w:rsid w:val="00D655C0"/>
    <w:rsid w:val="00D726D6"/>
    <w:rsid w:val="00D72DA3"/>
    <w:rsid w:val="00D761C4"/>
    <w:rsid w:val="00D824DC"/>
    <w:rsid w:val="00D8475A"/>
    <w:rsid w:val="00D934D4"/>
    <w:rsid w:val="00D95A54"/>
    <w:rsid w:val="00D96649"/>
    <w:rsid w:val="00D96F19"/>
    <w:rsid w:val="00DA5094"/>
    <w:rsid w:val="00DB3F6C"/>
    <w:rsid w:val="00DC38DF"/>
    <w:rsid w:val="00DD3402"/>
    <w:rsid w:val="00DD4893"/>
    <w:rsid w:val="00DD7AA9"/>
    <w:rsid w:val="00DD7C3B"/>
    <w:rsid w:val="00DE41A3"/>
    <w:rsid w:val="00DF13E5"/>
    <w:rsid w:val="00E010E8"/>
    <w:rsid w:val="00E06AE9"/>
    <w:rsid w:val="00E13D7E"/>
    <w:rsid w:val="00E15523"/>
    <w:rsid w:val="00E243B1"/>
    <w:rsid w:val="00E32A27"/>
    <w:rsid w:val="00E362FF"/>
    <w:rsid w:val="00E622B2"/>
    <w:rsid w:val="00E65EA4"/>
    <w:rsid w:val="00E66654"/>
    <w:rsid w:val="00E81AFA"/>
    <w:rsid w:val="00E84CE1"/>
    <w:rsid w:val="00E9001E"/>
    <w:rsid w:val="00E90521"/>
    <w:rsid w:val="00E90F91"/>
    <w:rsid w:val="00E9369F"/>
    <w:rsid w:val="00E960BC"/>
    <w:rsid w:val="00E9745C"/>
    <w:rsid w:val="00EA2B8A"/>
    <w:rsid w:val="00EA53F3"/>
    <w:rsid w:val="00EA59AE"/>
    <w:rsid w:val="00EB51E1"/>
    <w:rsid w:val="00EB6EBF"/>
    <w:rsid w:val="00EB6F28"/>
    <w:rsid w:val="00EC5092"/>
    <w:rsid w:val="00EC5C85"/>
    <w:rsid w:val="00ED376C"/>
    <w:rsid w:val="00ED50A4"/>
    <w:rsid w:val="00ED53DD"/>
    <w:rsid w:val="00ED65D4"/>
    <w:rsid w:val="00EE100C"/>
    <w:rsid w:val="00EE2ABF"/>
    <w:rsid w:val="00EE5C39"/>
    <w:rsid w:val="00EE6337"/>
    <w:rsid w:val="00EF230F"/>
    <w:rsid w:val="00EF6978"/>
    <w:rsid w:val="00F02985"/>
    <w:rsid w:val="00F02BDE"/>
    <w:rsid w:val="00F0594C"/>
    <w:rsid w:val="00F101F7"/>
    <w:rsid w:val="00F12C13"/>
    <w:rsid w:val="00F24C41"/>
    <w:rsid w:val="00F31713"/>
    <w:rsid w:val="00F34CC5"/>
    <w:rsid w:val="00F44D5B"/>
    <w:rsid w:val="00F4678F"/>
    <w:rsid w:val="00F540F9"/>
    <w:rsid w:val="00F5463F"/>
    <w:rsid w:val="00F54C53"/>
    <w:rsid w:val="00F60941"/>
    <w:rsid w:val="00F627C5"/>
    <w:rsid w:val="00F7239E"/>
    <w:rsid w:val="00F84816"/>
    <w:rsid w:val="00F872C5"/>
    <w:rsid w:val="00F96A3E"/>
    <w:rsid w:val="00FA62EC"/>
    <w:rsid w:val="00FD0728"/>
    <w:rsid w:val="00FE38E5"/>
    <w:rsid w:val="00FF000F"/>
    <w:rsid w:val="00FF2669"/>
    <w:rsid w:val="00FF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c0"/>
    </o:shapedefaults>
    <o:shapelayout v:ext="edit">
      <o:idmap v:ext="edit" data="1"/>
    </o:shapelayout>
  </w:shapeDefaults>
  <w:decimalSymbol w:val="."/>
  <w:listSeparator w:val=","/>
  <w15:docId w15:val="{0C6358A4-19EE-43F2-A42A-8F6B851F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375">
    <w:lsdException w:name="Normal" w:locked="0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rsid w:val="00474A1F"/>
    <w:rPr>
      <w:rFonts w:ascii="Arial" w:hAnsi="Arial"/>
      <w:sz w:val="22"/>
    </w:rPr>
  </w:style>
  <w:style w:type="paragraph" w:styleId="Heading1">
    <w:name w:val="heading 1"/>
    <w:basedOn w:val="Normal"/>
    <w:next w:val="Heading2"/>
    <w:semiHidden/>
    <w:locked/>
    <w:rsid w:val="00474A1F"/>
    <w:pPr>
      <w:keepNext/>
      <w:numPr>
        <w:numId w:val="6"/>
      </w:numPr>
      <w:spacing w:before="240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474A1F"/>
    <w:pPr>
      <w:numPr>
        <w:ilvl w:val="1"/>
        <w:numId w:val="6"/>
      </w:numPr>
      <w:spacing w:before="24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474A1F"/>
    <w:pPr>
      <w:keepNext/>
      <w:numPr>
        <w:ilvl w:val="2"/>
        <w:numId w:val="6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474A1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74A1F"/>
  </w:style>
  <w:style w:type="character" w:styleId="FootnoteReference">
    <w:name w:val="footnote reference"/>
    <w:basedOn w:val="DefaultParagraphFont"/>
    <w:semiHidden/>
    <w:rsid w:val="00474A1F"/>
    <w:rPr>
      <w:vertAlign w:val="superscript"/>
    </w:rPr>
  </w:style>
  <w:style w:type="paragraph" w:customStyle="1" w:styleId="MainHeading">
    <w:name w:val="Main Heading"/>
    <w:basedOn w:val="Normal"/>
    <w:qFormat/>
    <w:rsid w:val="00474A1F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474A1F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474A1F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474A1F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qFormat/>
    <w:rsid w:val="00474A1F"/>
    <w:pPr>
      <w:numPr>
        <w:numId w:val="8"/>
      </w:numPr>
      <w:spacing w:before="240"/>
      <w:jc w:val="both"/>
    </w:pPr>
    <w:rPr>
      <w:rFonts w:ascii="Arial" w:hAnsi="Arial"/>
      <w:sz w:val="22"/>
    </w:rPr>
  </w:style>
  <w:style w:type="numbering" w:customStyle="1" w:styleId="NumberedList1">
    <w:name w:val="NumberedList1"/>
    <w:rsid w:val="00474A1F"/>
    <w:pPr>
      <w:numPr>
        <w:numId w:val="8"/>
      </w:numPr>
    </w:pPr>
  </w:style>
  <w:style w:type="paragraph" w:customStyle="1" w:styleId="NumberedText3">
    <w:name w:val="Numbered Text 3"/>
    <w:qFormat/>
    <w:rsid w:val="00474A1F"/>
    <w:pPr>
      <w:numPr>
        <w:ilvl w:val="1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NumberedText4">
    <w:name w:val="Numbered Text 4"/>
    <w:qFormat/>
    <w:rsid w:val="00474A1F"/>
    <w:pPr>
      <w:numPr>
        <w:ilvl w:val="2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BulletText1">
    <w:name w:val="Bullet Text 1"/>
    <w:basedOn w:val="Normal"/>
    <w:rsid w:val="00474A1F"/>
    <w:pPr>
      <w:numPr>
        <w:numId w:val="1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474A1F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474A1F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474A1F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qFormat/>
    <w:rsid w:val="00474A1F"/>
    <w:pPr>
      <w:keepNext/>
      <w:numPr>
        <w:ilvl w:val="1"/>
        <w:numId w:val="7"/>
      </w:numPr>
      <w:suppressAutoHyphens/>
      <w:spacing w:before="240"/>
      <w:outlineLvl w:val="1"/>
    </w:pPr>
    <w:rPr>
      <w:rFonts w:ascii="Arial" w:hAnsi="Arial"/>
      <w:b/>
      <w:sz w:val="22"/>
    </w:rPr>
  </w:style>
  <w:style w:type="paragraph" w:customStyle="1" w:styleId="NumberedHeading1">
    <w:name w:val="Numbered Heading 1"/>
    <w:next w:val="FPBodyText1"/>
    <w:qFormat/>
    <w:rsid w:val="00474A1F"/>
    <w:pPr>
      <w:keepNext/>
      <w:numPr>
        <w:numId w:val="7"/>
      </w:numPr>
      <w:suppressAutoHyphens/>
      <w:spacing w:before="240"/>
      <w:outlineLvl w:val="0"/>
    </w:pPr>
    <w:rPr>
      <w:rFonts w:ascii="Arial" w:hAnsi="Arial"/>
      <w:b/>
      <w:caps/>
      <w:sz w:val="22"/>
    </w:rPr>
  </w:style>
  <w:style w:type="paragraph" w:customStyle="1" w:styleId="NumberedHeading3">
    <w:name w:val="Numbered Heading 3"/>
    <w:next w:val="FPBodyText2"/>
    <w:qFormat/>
    <w:rsid w:val="00474A1F"/>
    <w:pPr>
      <w:keepNext/>
      <w:numPr>
        <w:ilvl w:val="2"/>
        <w:numId w:val="7"/>
      </w:numPr>
      <w:suppressAutoHyphens/>
      <w:spacing w:before="240"/>
      <w:outlineLvl w:val="2"/>
    </w:pPr>
    <w:rPr>
      <w:rFonts w:ascii="Arial" w:hAnsi="Arial"/>
      <w:b/>
      <w:sz w:val="22"/>
    </w:rPr>
  </w:style>
  <w:style w:type="paragraph" w:customStyle="1" w:styleId="NumberedHeading4">
    <w:name w:val="Numbered Heading 4"/>
    <w:basedOn w:val="NumberedHeading3"/>
    <w:next w:val="FPBodyText3"/>
    <w:qFormat/>
    <w:rsid w:val="00474A1F"/>
    <w:pPr>
      <w:numPr>
        <w:ilvl w:val="3"/>
      </w:numPr>
    </w:pPr>
  </w:style>
  <w:style w:type="paragraph" w:styleId="TOC1">
    <w:name w:val="toc 1"/>
    <w:basedOn w:val="Normal"/>
    <w:next w:val="Normal"/>
    <w:locked/>
    <w:rsid w:val="00474A1F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locked/>
    <w:rsid w:val="00474A1F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474A1F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474A1F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semiHidden/>
    <w:locked/>
    <w:rsid w:val="00474A1F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locked/>
    <w:rsid w:val="00474A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474A1F"/>
  </w:style>
  <w:style w:type="character" w:styleId="Hyperlink">
    <w:name w:val="Hyperlink"/>
    <w:basedOn w:val="DefaultParagraphFont"/>
    <w:uiPriority w:val="99"/>
    <w:rsid w:val="00474A1F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474A1F"/>
    <w:rPr>
      <w:sz w:val="16"/>
    </w:rPr>
  </w:style>
  <w:style w:type="paragraph" w:styleId="CommentText">
    <w:name w:val="annotation text"/>
    <w:basedOn w:val="Normal"/>
    <w:semiHidden/>
    <w:rsid w:val="00474A1F"/>
  </w:style>
  <w:style w:type="paragraph" w:styleId="BalloonText">
    <w:name w:val="Balloon Text"/>
    <w:basedOn w:val="Normal"/>
    <w:semiHidden/>
    <w:rsid w:val="00474A1F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474A1F"/>
    <w:pPr>
      <w:numPr>
        <w:ilvl w:val="3"/>
        <w:numId w:val="8"/>
      </w:numPr>
      <w:spacing w:before="240"/>
      <w:jc w:val="both"/>
    </w:pPr>
    <w:rPr>
      <w:rFonts w:ascii="Arial" w:hAnsi="Arial"/>
      <w:sz w:val="22"/>
    </w:rPr>
  </w:style>
  <w:style w:type="paragraph" w:customStyle="1" w:styleId="FPBodyText1">
    <w:name w:val="FP Body Text 1"/>
    <w:rsid w:val="00474A1F"/>
    <w:pPr>
      <w:tabs>
        <w:tab w:val="left" w:pos="720"/>
      </w:tabs>
      <w:spacing w:before="2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2">
    <w:name w:val="FP Body Text 2"/>
    <w:rsid w:val="00474A1F"/>
    <w:pPr>
      <w:spacing w:before="240"/>
      <w:ind w:left="72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3">
    <w:name w:val="FP Body Text 3"/>
    <w:rsid w:val="00474A1F"/>
    <w:pPr>
      <w:spacing w:before="240"/>
      <w:ind w:left="144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4">
    <w:name w:val="FP Body Text 4"/>
    <w:rsid w:val="00474A1F"/>
    <w:pPr>
      <w:spacing w:before="240"/>
      <w:ind w:left="2160"/>
      <w:jc w:val="both"/>
    </w:pPr>
    <w:rPr>
      <w:rFonts w:ascii="Arial" w:hAnsi="Arial"/>
      <w:snapToGrid w:val="0"/>
      <w:sz w:val="22"/>
      <w:lang w:eastAsia="en-US"/>
    </w:rPr>
  </w:style>
  <w:style w:type="paragraph" w:customStyle="1" w:styleId="FPBodyText5">
    <w:name w:val="FP Body Text 5"/>
    <w:rsid w:val="00474A1F"/>
    <w:pPr>
      <w:spacing w:before="240"/>
      <w:ind w:left="2835"/>
    </w:pPr>
    <w:rPr>
      <w:rFonts w:ascii="Arial" w:hAnsi="Arial"/>
      <w:sz w:val="22"/>
      <w:lang w:eastAsia="en-US"/>
    </w:rPr>
  </w:style>
  <w:style w:type="paragraph" w:customStyle="1" w:styleId="AutoTexti">
    <w:name w:val="AutoText(i)"/>
    <w:uiPriority w:val="99"/>
    <w:rsid w:val="00474A1F"/>
    <w:pPr>
      <w:spacing w:before="240"/>
      <w:ind w:left="1440" w:hanging="720"/>
    </w:pPr>
    <w:rPr>
      <w:snapToGrid w:val="0"/>
      <w:lang w:eastAsia="en-US"/>
    </w:rPr>
  </w:style>
  <w:style w:type="paragraph" w:styleId="Quote">
    <w:name w:val="Quote"/>
    <w:next w:val="FPBodyText1"/>
    <w:semiHidden/>
    <w:locked/>
    <w:rsid w:val="00474A1F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Quotea">
    <w:name w:val="Quote(a)"/>
    <w:uiPriority w:val="99"/>
    <w:rsid w:val="00474A1F"/>
    <w:pPr>
      <w:tabs>
        <w:tab w:val="left" w:pos="2160"/>
      </w:tabs>
      <w:spacing w:before="240"/>
      <w:ind w:left="2160" w:hanging="720"/>
      <w:jc w:val="both"/>
    </w:pPr>
    <w:rPr>
      <w:i/>
      <w:snapToGrid w:val="0"/>
      <w:lang w:eastAsia="en-US"/>
    </w:rPr>
  </w:style>
  <w:style w:type="paragraph" w:customStyle="1" w:styleId="Quote3">
    <w:name w:val="Quote3"/>
    <w:uiPriority w:val="99"/>
    <w:rsid w:val="00474A1F"/>
    <w:pPr>
      <w:spacing w:before="240"/>
      <w:ind w:left="1418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474A1F"/>
    <w:pPr>
      <w:tabs>
        <w:tab w:val="left" w:pos="2835"/>
      </w:tabs>
      <w:spacing w:after="120"/>
      <w:ind w:left="2835" w:hanging="2835"/>
    </w:pPr>
    <w:rPr>
      <w:rFonts w:ascii="Arial" w:hAnsi="Arial" w:cs="Arial"/>
      <w:b/>
      <w:caps/>
      <w:snapToGrid w:val="0"/>
      <w:szCs w:val="28"/>
      <w:lang w:eastAsia="en-US"/>
    </w:rPr>
  </w:style>
  <w:style w:type="paragraph" w:customStyle="1" w:styleId="BulletText5">
    <w:name w:val="Bullet Text 5"/>
    <w:rsid w:val="00474A1F"/>
    <w:pPr>
      <w:numPr>
        <w:numId w:val="5"/>
      </w:numPr>
      <w:spacing w:before="240"/>
    </w:pPr>
    <w:rPr>
      <w:rFonts w:ascii="Arial" w:hAnsi="Arial"/>
      <w:snapToGrid w:val="0"/>
      <w:sz w:val="22"/>
      <w:lang w:eastAsia="en-US"/>
    </w:rPr>
  </w:style>
  <w:style w:type="paragraph" w:customStyle="1" w:styleId="NumberedText6">
    <w:name w:val="Numbered Text 6"/>
    <w:uiPriority w:val="8"/>
    <w:qFormat/>
    <w:rsid w:val="00474A1F"/>
    <w:pPr>
      <w:numPr>
        <w:ilvl w:val="4"/>
        <w:numId w:val="8"/>
      </w:numPr>
      <w:spacing w:before="240"/>
      <w:jc w:val="both"/>
    </w:pPr>
    <w:rPr>
      <w:rFonts w:ascii="Arial" w:hAnsi="Arial"/>
      <w:sz w:val="22"/>
    </w:rPr>
  </w:style>
  <w:style w:type="paragraph" w:styleId="TOC5">
    <w:name w:val="toc 5"/>
    <w:basedOn w:val="Normal"/>
    <w:next w:val="Normal"/>
    <w:autoRedefine/>
    <w:semiHidden/>
    <w:rsid w:val="00474A1F"/>
    <w:pPr>
      <w:ind w:left="800"/>
    </w:pPr>
  </w:style>
  <w:style w:type="paragraph" w:styleId="TOC6">
    <w:name w:val="toc 6"/>
    <w:basedOn w:val="Normal"/>
    <w:next w:val="Normal"/>
    <w:autoRedefine/>
    <w:semiHidden/>
    <w:rsid w:val="00474A1F"/>
    <w:pPr>
      <w:ind w:left="1000"/>
    </w:pPr>
  </w:style>
  <w:style w:type="paragraph" w:styleId="TOC7">
    <w:name w:val="toc 7"/>
    <w:basedOn w:val="Normal"/>
    <w:next w:val="Normal"/>
    <w:autoRedefine/>
    <w:semiHidden/>
    <w:rsid w:val="00474A1F"/>
    <w:pPr>
      <w:ind w:left="1200"/>
    </w:pPr>
  </w:style>
  <w:style w:type="paragraph" w:styleId="TOC8">
    <w:name w:val="toc 8"/>
    <w:basedOn w:val="Normal"/>
    <w:next w:val="Normal"/>
    <w:autoRedefine/>
    <w:semiHidden/>
    <w:rsid w:val="00474A1F"/>
    <w:pPr>
      <w:ind w:left="1400"/>
    </w:pPr>
  </w:style>
  <w:style w:type="paragraph" w:styleId="TOC9">
    <w:name w:val="toc 9"/>
    <w:basedOn w:val="Normal"/>
    <w:next w:val="Normal"/>
    <w:autoRedefine/>
    <w:semiHidden/>
    <w:rsid w:val="00474A1F"/>
    <w:pPr>
      <w:ind w:left="1600"/>
    </w:pPr>
  </w:style>
  <w:style w:type="character" w:customStyle="1" w:styleId="Manager">
    <w:name w:val="Manager"/>
    <w:basedOn w:val="DefaultParagraphFont"/>
    <w:uiPriority w:val="99"/>
    <w:rsid w:val="00474A1F"/>
  </w:style>
  <w:style w:type="paragraph" w:styleId="BodyText2">
    <w:name w:val="Body Text 2"/>
    <w:locked/>
    <w:rsid w:val="00474A1F"/>
    <w:pPr>
      <w:spacing w:after="120" w:line="480" w:lineRule="auto"/>
    </w:pPr>
    <w:rPr>
      <w:rFonts w:ascii="Arial" w:hAnsi="Arial"/>
      <w:sz w:val="22"/>
      <w:szCs w:val="20"/>
    </w:rPr>
  </w:style>
  <w:style w:type="paragraph" w:customStyle="1" w:styleId="NumberedText2">
    <w:name w:val="Numbered Text  2"/>
    <w:basedOn w:val="Normal"/>
    <w:semiHidden/>
    <w:rsid w:val="00474A1F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paragraph" w:customStyle="1" w:styleId="AutoTextA">
    <w:name w:val="AutoText(A)"/>
    <w:uiPriority w:val="99"/>
    <w:rsid w:val="00474A1F"/>
    <w:pPr>
      <w:tabs>
        <w:tab w:val="left" w:pos="2127"/>
      </w:tabs>
      <w:spacing w:before="240"/>
      <w:ind w:left="2160" w:hanging="72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74A1F"/>
    <w:rPr>
      <w:color w:val="808080"/>
    </w:rPr>
  </w:style>
  <w:style w:type="paragraph" w:customStyle="1" w:styleId="FPDefault">
    <w:name w:val="FP Default"/>
    <w:rsid w:val="00474A1F"/>
    <w:pPr>
      <w:jc w:val="both"/>
    </w:pPr>
    <w:rPr>
      <w:rFonts w:ascii="Arial" w:hAnsi="Arial"/>
      <w:sz w:val="22"/>
      <w:szCs w:val="20"/>
      <w:lang w:eastAsia="en-US"/>
    </w:rPr>
  </w:style>
  <w:style w:type="paragraph" w:customStyle="1" w:styleId="Heading">
    <w:name w:val="Heading"/>
    <w:next w:val="FPBodyText1"/>
    <w:rsid w:val="00474A1F"/>
    <w:pPr>
      <w:snapToGrid w:val="0"/>
      <w:spacing w:before="400" w:after="240"/>
    </w:pPr>
    <w:rPr>
      <w:rFonts w:ascii="Arial" w:hAnsi="Arial"/>
      <w:b/>
      <w:caps/>
      <w:sz w:val="22"/>
      <w:lang w:eastAsia="en-US"/>
    </w:rPr>
  </w:style>
  <w:style w:type="paragraph" w:customStyle="1" w:styleId="Signoff">
    <w:name w:val="Signoff"/>
    <w:next w:val="FPDefault"/>
    <w:rsid w:val="00474A1F"/>
    <w:pPr>
      <w:snapToGrid w:val="0"/>
      <w:spacing w:before="400"/>
    </w:pPr>
    <w:rPr>
      <w:rFonts w:ascii="Arial" w:hAnsi="Arial"/>
      <w:sz w:val="22"/>
      <w:szCs w:val="20"/>
      <w:lang w:eastAsia="en-US"/>
    </w:rPr>
  </w:style>
  <w:style w:type="paragraph" w:customStyle="1" w:styleId="FPFooter">
    <w:name w:val="FP Footer"/>
    <w:basedOn w:val="Normal"/>
    <w:rsid w:val="00474A1F"/>
    <w:pPr>
      <w:pBdr>
        <w:top w:val="single" w:sz="4" w:space="1" w:color="auto"/>
      </w:pBdr>
      <w:tabs>
        <w:tab w:val="right" w:pos="9072"/>
      </w:tabs>
      <w:jc w:val="both"/>
    </w:pPr>
    <w:rPr>
      <w:snapToGrid w:val="0"/>
      <w:sz w:val="20"/>
      <w:szCs w:val="20"/>
      <w:lang w:eastAsia="en-US"/>
    </w:rPr>
  </w:style>
  <w:style w:type="paragraph" w:styleId="BlockText">
    <w:name w:val="Block Text"/>
    <w:basedOn w:val="Normal"/>
    <w:semiHidden/>
    <w:locked/>
    <w:rsid w:val="00474A1F"/>
    <w:pPr>
      <w:widowControl w:val="0"/>
      <w:spacing w:after="120"/>
      <w:ind w:left="1440" w:right="1440"/>
    </w:pPr>
    <w:rPr>
      <w:snapToGrid w:val="0"/>
      <w:szCs w:val="20"/>
      <w:lang w:eastAsia="en-US"/>
    </w:rPr>
  </w:style>
  <w:style w:type="paragraph" w:customStyle="1" w:styleId="Presenter">
    <w:name w:val="Presenter"/>
    <w:rsid w:val="00474A1F"/>
    <w:pPr>
      <w:suppressAutoHyphens/>
      <w:spacing w:after="360" w:line="287" w:lineRule="atLeast"/>
      <w:jc w:val="center"/>
    </w:pPr>
    <w:rPr>
      <w:rFonts w:ascii="Arial" w:hAnsi="Arial"/>
      <w:szCs w:val="20"/>
    </w:rPr>
  </w:style>
  <w:style w:type="paragraph" w:customStyle="1" w:styleId="ReportNumber">
    <w:name w:val="Report Number"/>
    <w:rsid w:val="00474A1F"/>
    <w:pPr>
      <w:suppressAutoHyphens/>
      <w:spacing w:before="120" w:after="60" w:line="287" w:lineRule="atLeast"/>
      <w:jc w:val="right"/>
    </w:pPr>
    <w:rPr>
      <w:rFonts w:ascii="Arial" w:hAnsi="Arial"/>
      <w:szCs w:val="20"/>
    </w:rPr>
  </w:style>
  <w:style w:type="table" w:styleId="TableGrid">
    <w:name w:val="Table Grid"/>
    <w:basedOn w:val="TableNormal"/>
    <w:locked/>
    <w:rsid w:val="00474A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ection">
    <w:name w:val="subsection"/>
    <w:aliases w:val="ss"/>
    <w:basedOn w:val="Normal"/>
    <w:rsid w:val="00C408CB"/>
    <w:pPr>
      <w:tabs>
        <w:tab w:val="right" w:pos="1021"/>
      </w:tabs>
      <w:spacing w:before="180"/>
      <w:ind w:left="1134" w:hanging="1134"/>
    </w:pPr>
    <w:rPr>
      <w:rFonts w:ascii="Times New Roman" w:hAnsi="Times New Roman"/>
      <w:szCs w:val="20"/>
    </w:rPr>
  </w:style>
  <w:style w:type="paragraph" w:customStyle="1" w:styleId="notetext">
    <w:name w:val="note(text)"/>
    <w:aliases w:val="n"/>
    <w:basedOn w:val="Normal"/>
    <w:rsid w:val="00C408CB"/>
    <w:pPr>
      <w:spacing w:before="122" w:line="198" w:lineRule="exact"/>
      <w:ind w:left="1985" w:hanging="851"/>
    </w:pPr>
    <w:rPr>
      <w:rFonts w:ascii="Times New Roman" w:hAnsi="Times New Roman"/>
      <w:sz w:val="18"/>
      <w:szCs w:val="20"/>
    </w:rPr>
  </w:style>
  <w:style w:type="paragraph" w:styleId="ListParagraph">
    <w:name w:val="List Paragraph"/>
    <w:basedOn w:val="Normal"/>
    <w:uiPriority w:val="34"/>
    <w:semiHidden/>
    <w:locked/>
    <w:rsid w:val="00247F30"/>
    <w:pPr>
      <w:ind w:left="720"/>
      <w:contextualSpacing/>
    </w:pPr>
  </w:style>
  <w:style w:type="paragraph" w:customStyle="1" w:styleId="Default">
    <w:name w:val="Default"/>
    <w:rsid w:val="0051645D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pa\dfs1\apps1\Office2007Templates\Correspondence\FPLet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56E86267F6B469D9291A3D61AF3CC" ma:contentTypeVersion="1" ma:contentTypeDescription="Create a new document." ma:contentTypeScope="" ma:versionID="f85e51b5b3c066ab9301203d8fe91e86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targetNamespace="http://schemas.microsoft.com/office/2006/metadata/properties" ma:root="true" ma:fieldsID="51dd9d7e83abebe95464f6f66ea9c079" ns1:_="" ns2:_="">
    <xsd:import namespace="http://schemas.microsoft.com/sharepoint/v3"/>
    <xsd:import namespace="d28c3364-9c87-4fd2-b124-8cbc069946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d28c3364-9c87-4fd2-b124-8cbc06994606">JS5QVW2JKAJ4-60-514</_dlc_DocId>
    <_dlc_DocIdUrl xmlns="d28c3364-9c87-4fd2-b124-8cbc06994606">
      <Url>http://www.fremantleports.com.au/_layouts/DocIdRedir.aspx?ID=JS5QVW2JKAJ4-60-514</Url>
      <Description>JS5QVW2JKAJ4-60-514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BACE-B23B-43ED-95A5-BB45208F0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AC648-3935-4CA0-9256-EF694DEC5F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AAA9DB6-372D-48C2-B0EC-4ADE09ED1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28c3364-9c87-4fd2-b124-8cbc069946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9CB5AA-A0C1-4340-AB07-D978F0A01E07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d28c3364-9c87-4fd2-b124-8cbc06994606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0C111BA-E6FC-450B-8EBC-F305AF6B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FPLetter.dotm</Template>
  <TotalTime>1</TotalTime>
  <Pages>1</Pages>
  <Words>123</Words>
  <Characters>659</Characters>
  <Application>Microsoft Office Word</Application>
  <DocSecurity>4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Fremantle Ports</Company>
  <LinksUpToDate>false</LinksUpToDate>
  <CharactersWithSpaces>781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Title</dc:subject>
  <dc:creator>chalu_c</dc:creator>
  <cp:lastModifiedBy>Keren Hughes</cp:lastModifiedBy>
  <cp:revision>2</cp:revision>
  <cp:lastPrinted>2019-06-14T08:06:00Z</cp:lastPrinted>
  <dcterms:created xsi:type="dcterms:W3CDTF">2019-06-19T00:44:00Z</dcterms:created>
  <dcterms:modified xsi:type="dcterms:W3CDTF">2019-06-19T00:44:00Z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ittee Name">
    <vt:lpwstr>Committee</vt:lpwstr>
  </property>
  <property fmtid="{D5CDD505-2E9C-101B-9397-08002B2CF9AE}" pid="3" name="Parliament">
    <vt:i4>99</vt:i4>
  </property>
  <property fmtid="{D5CDD505-2E9C-101B-9397-08002B2CF9AE}" pid="4" name="Session">
    <vt:i4>99</vt:i4>
  </property>
  <property fmtid="{D5CDD505-2E9C-101B-9397-08002B2CF9AE}" pid="5" name="Report Number">
    <vt:i4>0</vt:i4>
  </property>
  <property fmtid="{D5CDD505-2E9C-101B-9397-08002B2CF9AE}" pid="6" name="Document Date">
    <vt:filetime>1999-12-31T16:00:00Z</vt:filetime>
  </property>
  <property fmtid="{D5CDD505-2E9C-101B-9397-08002B2CF9AE}" pid="7" name="Document Number">
    <vt:i4>99</vt:i4>
  </property>
  <property fmtid="{D5CDD505-2E9C-101B-9397-08002B2CF9AE}" pid="8" name="Committee Code">
    <vt:lpwstr>COMM</vt:lpwstr>
  </property>
  <property fmtid="{D5CDD505-2E9C-101B-9397-08002B2CF9AE}" pid="9" name="Version Number">
    <vt:i4>0</vt:i4>
  </property>
  <property fmtid="{D5CDD505-2E9C-101B-9397-08002B2CF9AE}" pid="10" name="House">
    <vt:lpwstr>LACO</vt:lpwstr>
  </property>
  <property fmtid="{D5CDD505-2E9C-101B-9397-08002B2CF9AE}" pid="11" name="Final">
    <vt:bool>false</vt:bool>
  </property>
  <property fmtid="{D5CDD505-2E9C-101B-9397-08002B2CF9AE}" pid="12" name="Document Type">
    <vt:lpwstr>Report</vt:lpwstr>
  </property>
  <property fmtid="{D5CDD505-2E9C-101B-9397-08002B2CF9AE}" pid="13" name="_dlc_DocIdItemGuid">
    <vt:lpwstr>66e17d1d-794f-41ec-a0ad-ca6a780852c4</vt:lpwstr>
  </property>
  <property fmtid="{D5CDD505-2E9C-101B-9397-08002B2CF9AE}" pid="14" name="ContentTypeId">
    <vt:lpwstr>0x0101006AF56E86267F6B469D9291A3D61AF3CC</vt:lpwstr>
  </property>
</Properties>
</file>